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3B7DF9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9725AE" w:rsidRDefault="003B7DF9" w:rsidP="00AD4CCC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230D4F" w:rsidP="009641A8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3B7DF9" w:rsidRPr="00AD4CCC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41A8">
              <w:rPr>
                <w:rFonts w:ascii="Arial" w:hAnsi="Arial" w:cs="Arial"/>
                <w:sz w:val="18"/>
                <w:szCs w:val="18"/>
              </w:rPr>
              <w:t>76</w:t>
            </w: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9641A8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9641A8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Right leg pain on walking. Known spinal and chronic pain issues. Please do ABPI pre and post exercise +/- right arterial duplex if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normal.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ABPI in community normal.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C553B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5268595</wp:posOffset>
                      </wp:positionH>
                      <wp:positionV relativeFrom="paragraph">
                        <wp:posOffset>125095</wp:posOffset>
                      </wp:positionV>
                      <wp:extent cx="321310" cy="516255"/>
                      <wp:effectExtent l="35560" t="46355" r="24130" b="27940"/>
                      <wp:wrapNone/>
                      <wp:docPr id="78" name="Freeform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1310" cy="516255"/>
                              </a:xfrm>
                              <a:custGeom>
                                <a:avLst/>
                                <a:gdLst>
                                  <a:gd name="T0" fmla="*/ 506 w 506"/>
                                  <a:gd name="T1" fmla="*/ 0 h 813"/>
                                  <a:gd name="T2" fmla="*/ 449 w 506"/>
                                  <a:gd name="T3" fmla="*/ 414 h 813"/>
                                  <a:gd name="T4" fmla="*/ 335 w 506"/>
                                  <a:gd name="T5" fmla="*/ 642 h 813"/>
                                  <a:gd name="T6" fmla="*/ 0 w 506"/>
                                  <a:gd name="T7" fmla="*/ 813 h 813"/>
                                  <a:gd name="T8" fmla="*/ 257 w 506"/>
                                  <a:gd name="T9" fmla="*/ 577 h 813"/>
                                  <a:gd name="T10" fmla="*/ 371 w 506"/>
                                  <a:gd name="T11" fmla="*/ 357 h 813"/>
                                  <a:gd name="T12" fmla="*/ 506 w 506"/>
                                  <a:gd name="T13" fmla="*/ 0 h 8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506" h="813">
                                    <a:moveTo>
                                      <a:pt x="506" y="0"/>
                                    </a:moveTo>
                                    <a:lnTo>
                                      <a:pt x="449" y="414"/>
                                    </a:lnTo>
                                    <a:lnTo>
                                      <a:pt x="335" y="642"/>
                                    </a:lnTo>
                                    <a:lnTo>
                                      <a:pt x="0" y="813"/>
                                    </a:lnTo>
                                    <a:lnTo>
                                      <a:pt x="257" y="577"/>
                                    </a:lnTo>
                                    <a:lnTo>
                                      <a:pt x="371" y="357"/>
                                    </a:lnTo>
                                    <a:lnTo>
                                      <a:pt x="50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C9E48" id="Freeform 423" o:spid="_x0000_s1026" style="position:absolute;margin-left:414.85pt;margin-top:9.85pt;width:25.3pt;height:40.6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6,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" path="m506,l449,414,335,642,,813,257,577,371,357,506,xe" fillcolor="#333">
                      <v:path arrowok="t" o:connecttype="custom" o:connectlocs="321310,0;285115,262890;212725,407670;0,516255;163195,366395;235585,226695;321310,0" o:connectangles="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5637530" cy="5010785"/>
                      <wp:effectExtent l="14605" t="8890" r="5715" b="0"/>
                      <wp:wrapNone/>
                      <wp:docPr id="55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56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3767C8" id="Group 355" o:spid="_x0000_s1026" style="position:absolute;margin-left:14.2pt;margin-top:4.6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AD4CCC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C553B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4944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2407285</wp:posOffset>
                      </wp:positionV>
                      <wp:extent cx="647700" cy="1860550"/>
                      <wp:effectExtent l="31750" t="9525" r="15875" b="53975"/>
                      <wp:wrapNone/>
                      <wp:docPr id="54" name="Freeform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0" cy="1860550"/>
                              </a:xfrm>
                              <a:custGeom>
                                <a:avLst/>
                                <a:gdLst>
                                  <a:gd name="T0" fmla="*/ 1010 w 1020"/>
                                  <a:gd name="T1" fmla="*/ 30 h 2930"/>
                                  <a:gd name="T2" fmla="*/ 1020 w 1020"/>
                                  <a:gd name="T3" fmla="*/ 200 h 2930"/>
                                  <a:gd name="T4" fmla="*/ 995 w 1020"/>
                                  <a:gd name="T5" fmla="*/ 395 h 2930"/>
                                  <a:gd name="T6" fmla="*/ 930 w 1020"/>
                                  <a:gd name="T7" fmla="*/ 610 h 2930"/>
                                  <a:gd name="T8" fmla="*/ 835 w 1020"/>
                                  <a:gd name="T9" fmla="*/ 860 h 2930"/>
                                  <a:gd name="T10" fmla="*/ 720 w 1020"/>
                                  <a:gd name="T11" fmla="*/ 1090 h 2930"/>
                                  <a:gd name="T12" fmla="*/ 590 w 1020"/>
                                  <a:gd name="T13" fmla="*/ 1325 h 2930"/>
                                  <a:gd name="T14" fmla="*/ 490 w 1020"/>
                                  <a:gd name="T15" fmla="*/ 1525 h 2930"/>
                                  <a:gd name="T16" fmla="*/ 390 w 1020"/>
                                  <a:gd name="T17" fmla="*/ 1785 h 2930"/>
                                  <a:gd name="T18" fmla="*/ 300 w 1020"/>
                                  <a:gd name="T19" fmla="*/ 2070 h 2930"/>
                                  <a:gd name="T20" fmla="*/ 215 w 1020"/>
                                  <a:gd name="T21" fmla="*/ 2335 h 2930"/>
                                  <a:gd name="T22" fmla="*/ 155 w 1020"/>
                                  <a:gd name="T23" fmla="*/ 2555 h 2930"/>
                                  <a:gd name="T24" fmla="*/ 75 w 1020"/>
                                  <a:gd name="T25" fmla="*/ 2825 h 2930"/>
                                  <a:gd name="T26" fmla="*/ 0 w 1020"/>
                                  <a:gd name="T27" fmla="*/ 2930 h 2930"/>
                                  <a:gd name="T28" fmla="*/ 80 w 1020"/>
                                  <a:gd name="T29" fmla="*/ 2755 h 2930"/>
                                  <a:gd name="T30" fmla="*/ 225 w 1020"/>
                                  <a:gd name="T31" fmla="*/ 2240 h 2930"/>
                                  <a:gd name="T32" fmla="*/ 330 w 1020"/>
                                  <a:gd name="T33" fmla="*/ 1890 h 2930"/>
                                  <a:gd name="T34" fmla="*/ 405 w 1020"/>
                                  <a:gd name="T35" fmla="*/ 1665 h 2930"/>
                                  <a:gd name="T36" fmla="*/ 530 w 1020"/>
                                  <a:gd name="T37" fmla="*/ 1405 h 2930"/>
                                  <a:gd name="T38" fmla="*/ 680 w 1020"/>
                                  <a:gd name="T39" fmla="*/ 1130 h 2930"/>
                                  <a:gd name="T40" fmla="*/ 835 w 1020"/>
                                  <a:gd name="T41" fmla="*/ 800 h 2930"/>
                                  <a:gd name="T42" fmla="*/ 915 w 1020"/>
                                  <a:gd name="T43" fmla="*/ 610 h 2930"/>
                                  <a:gd name="T44" fmla="*/ 995 w 1020"/>
                                  <a:gd name="T45" fmla="*/ 320 h 2930"/>
                                  <a:gd name="T46" fmla="*/ 1010 w 1020"/>
                                  <a:gd name="T47" fmla="*/ 65 h 2930"/>
                                  <a:gd name="T48" fmla="*/ 1000 w 1020"/>
                                  <a:gd name="T49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0" h="2930">
                                    <a:moveTo>
                                      <a:pt x="1010" y="30"/>
                                    </a:moveTo>
                                    <a:lnTo>
                                      <a:pt x="1020" y="200"/>
                                    </a:lnTo>
                                    <a:lnTo>
                                      <a:pt x="995" y="395"/>
                                    </a:lnTo>
                                    <a:lnTo>
                                      <a:pt x="930" y="610"/>
                                    </a:lnTo>
                                    <a:lnTo>
                                      <a:pt x="835" y="860"/>
                                    </a:lnTo>
                                    <a:lnTo>
                                      <a:pt x="720" y="1090"/>
                                    </a:lnTo>
                                    <a:lnTo>
                                      <a:pt x="590" y="1325"/>
                                    </a:lnTo>
                                    <a:lnTo>
                                      <a:pt x="490" y="1525"/>
                                    </a:lnTo>
                                    <a:lnTo>
                                      <a:pt x="390" y="1785"/>
                                    </a:lnTo>
                                    <a:lnTo>
                                      <a:pt x="300" y="2070"/>
                                    </a:lnTo>
                                    <a:lnTo>
                                      <a:pt x="215" y="2335"/>
                                    </a:lnTo>
                                    <a:lnTo>
                                      <a:pt x="155" y="2555"/>
                                    </a:lnTo>
                                    <a:lnTo>
                                      <a:pt x="75" y="2825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80" y="2755"/>
                                    </a:lnTo>
                                    <a:lnTo>
                                      <a:pt x="225" y="2240"/>
                                    </a:lnTo>
                                    <a:lnTo>
                                      <a:pt x="330" y="1890"/>
                                    </a:lnTo>
                                    <a:lnTo>
                                      <a:pt x="405" y="1665"/>
                                    </a:lnTo>
                                    <a:lnTo>
                                      <a:pt x="530" y="1405"/>
                                    </a:lnTo>
                                    <a:lnTo>
                                      <a:pt x="680" y="1130"/>
                                    </a:lnTo>
                                    <a:lnTo>
                                      <a:pt x="835" y="800"/>
                                    </a:lnTo>
                                    <a:lnTo>
                                      <a:pt x="915" y="610"/>
                                    </a:lnTo>
                                    <a:lnTo>
                                      <a:pt x="995" y="320"/>
                                    </a:lnTo>
                                    <a:lnTo>
                                      <a:pt x="1010" y="65"/>
                                    </a:lnTo>
                                    <a:lnTo>
                                      <a:pt x="10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5B87109" id="Freeform 447" o:spid="_x0000_s1026" style="position:absolute;z-index:25162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6.55pt,191.05pt,167.05pt,199.55pt,165.8pt,209.3pt,162.55pt,220.05pt,157.8pt,232.55pt,152.05pt,244.05pt,145.55pt,255.8pt,140.55pt,265.8pt,135.55pt,278.8pt,131.05pt,293.05pt,126.8pt,306.3pt,123.8pt,317.3pt,119.8pt,330.8pt,116.05pt,336.05pt,120.05pt,327.3pt,127.3pt,301.55pt,132.55pt,284.05pt,136.3pt,272.8pt,142.55pt,259.8pt,150.05pt,246.05pt,157.8pt,229.55pt,161.8pt,220.05pt,165.8pt,205.55pt,166.55pt,192.8pt,166.05pt,189.55pt" coordsize="102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" fillcolor="#333">
                      <v:path arrowok="t" o:connecttype="custom" o:connectlocs="641350,19050;647700,127000;631825,250825;590550,387350;530225,546100;457200,692150;374650,841375;311150,968375;247650,1133475;190500,1314450;136525,1482725;98425,1622425;47625,1793875;0,1860550;50800,1749425;142875,1422400;209550,1200150;257175,1057275;336550,892175;431800,717550;530225,508000;581025,387350;631825,203200;641350,41275;635000,0" o:connectangles="0,0,0,0,0,0,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5969" behindDoc="0" locked="0" layoutInCell="1" allowOverlap="1">
                      <wp:simplePos x="0" y="0"/>
                      <wp:positionH relativeFrom="column">
                        <wp:posOffset>1470660</wp:posOffset>
                      </wp:positionH>
                      <wp:positionV relativeFrom="paragraph">
                        <wp:posOffset>2280285</wp:posOffset>
                      </wp:positionV>
                      <wp:extent cx="704850" cy="2051050"/>
                      <wp:effectExtent l="38100" t="6350" r="9525" b="47625"/>
                      <wp:wrapNone/>
                      <wp:docPr id="53" name="Freeform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04850" cy="2051050"/>
                              </a:xfrm>
                              <a:custGeom>
                                <a:avLst/>
                                <a:gdLst>
                                  <a:gd name="T0" fmla="*/ 1110 w 1110"/>
                                  <a:gd name="T1" fmla="*/ 0 h 3230"/>
                                  <a:gd name="T2" fmla="*/ 1065 w 1110"/>
                                  <a:gd name="T3" fmla="*/ 205 h 3230"/>
                                  <a:gd name="T4" fmla="*/ 1060 w 1110"/>
                                  <a:gd name="T5" fmla="*/ 450 h 3230"/>
                                  <a:gd name="T6" fmla="*/ 1040 w 1110"/>
                                  <a:gd name="T7" fmla="*/ 600 h 3230"/>
                                  <a:gd name="T8" fmla="*/ 940 w 1110"/>
                                  <a:gd name="T9" fmla="*/ 935 h 3230"/>
                                  <a:gd name="T10" fmla="*/ 825 w 1110"/>
                                  <a:gd name="T11" fmla="*/ 1190 h 3230"/>
                                  <a:gd name="T12" fmla="*/ 650 w 1110"/>
                                  <a:gd name="T13" fmla="*/ 1515 h 3230"/>
                                  <a:gd name="T14" fmla="*/ 500 w 1110"/>
                                  <a:gd name="T15" fmla="*/ 1815 h 3230"/>
                                  <a:gd name="T16" fmla="*/ 415 w 1110"/>
                                  <a:gd name="T17" fmla="*/ 2055 h 3230"/>
                                  <a:gd name="T18" fmla="*/ 295 w 1110"/>
                                  <a:gd name="T19" fmla="*/ 2425 h 3230"/>
                                  <a:gd name="T20" fmla="*/ 185 w 1110"/>
                                  <a:gd name="T21" fmla="*/ 2800 h 3230"/>
                                  <a:gd name="T22" fmla="*/ 110 w 1110"/>
                                  <a:gd name="T23" fmla="*/ 3040 h 3230"/>
                                  <a:gd name="T24" fmla="*/ 40 w 1110"/>
                                  <a:gd name="T25" fmla="*/ 3165 h 3230"/>
                                  <a:gd name="T26" fmla="*/ 0 w 1110"/>
                                  <a:gd name="T27" fmla="*/ 3230 h 3230"/>
                                  <a:gd name="T28" fmla="*/ 65 w 1110"/>
                                  <a:gd name="T29" fmla="*/ 3160 h 3230"/>
                                  <a:gd name="T30" fmla="*/ 135 w 1110"/>
                                  <a:gd name="T31" fmla="*/ 3030 h 3230"/>
                                  <a:gd name="T32" fmla="*/ 320 w 1110"/>
                                  <a:gd name="T33" fmla="*/ 2425 h 3230"/>
                                  <a:gd name="T34" fmla="*/ 505 w 1110"/>
                                  <a:gd name="T35" fmla="*/ 1860 h 3230"/>
                                  <a:gd name="T36" fmla="*/ 595 w 1110"/>
                                  <a:gd name="T37" fmla="*/ 1655 h 3230"/>
                                  <a:gd name="T38" fmla="*/ 740 w 1110"/>
                                  <a:gd name="T39" fmla="*/ 1380 h 3230"/>
                                  <a:gd name="T40" fmla="*/ 865 w 1110"/>
                                  <a:gd name="T41" fmla="*/ 1140 h 3230"/>
                                  <a:gd name="T42" fmla="*/ 1000 w 1110"/>
                                  <a:gd name="T43" fmla="*/ 825 h 3230"/>
                                  <a:gd name="T44" fmla="*/ 1085 w 1110"/>
                                  <a:gd name="T45" fmla="*/ 505 h 3230"/>
                                  <a:gd name="T46" fmla="*/ 1085 w 1110"/>
                                  <a:gd name="T47" fmla="*/ 305 h 3230"/>
                                  <a:gd name="T48" fmla="*/ 1080 w 1110"/>
                                  <a:gd name="T49" fmla="*/ 150 h 3230"/>
                                  <a:gd name="T50" fmla="*/ 1110 w 1110"/>
                                  <a:gd name="T51" fmla="*/ 0 h 3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110" h="3230">
                                    <a:moveTo>
                                      <a:pt x="1110" y="0"/>
                                    </a:moveTo>
                                    <a:lnTo>
                                      <a:pt x="1065" y="205"/>
                                    </a:lnTo>
                                    <a:lnTo>
                                      <a:pt x="1060" y="450"/>
                                    </a:lnTo>
                                    <a:lnTo>
                                      <a:pt x="1040" y="600"/>
                                    </a:lnTo>
                                    <a:lnTo>
                                      <a:pt x="940" y="935"/>
                                    </a:lnTo>
                                    <a:lnTo>
                                      <a:pt x="825" y="1190"/>
                                    </a:lnTo>
                                    <a:lnTo>
                                      <a:pt x="650" y="1515"/>
                                    </a:lnTo>
                                    <a:lnTo>
                                      <a:pt x="500" y="1815"/>
                                    </a:lnTo>
                                    <a:lnTo>
                                      <a:pt x="415" y="2055"/>
                                    </a:lnTo>
                                    <a:lnTo>
                                      <a:pt x="295" y="2425"/>
                                    </a:lnTo>
                                    <a:lnTo>
                                      <a:pt x="185" y="2800"/>
                                    </a:lnTo>
                                    <a:lnTo>
                                      <a:pt x="110" y="3040"/>
                                    </a:lnTo>
                                    <a:lnTo>
                                      <a:pt x="40" y="3165"/>
                                    </a:lnTo>
                                    <a:lnTo>
                                      <a:pt x="0" y="3230"/>
                                    </a:lnTo>
                                    <a:lnTo>
                                      <a:pt x="65" y="3160"/>
                                    </a:lnTo>
                                    <a:lnTo>
                                      <a:pt x="135" y="3030"/>
                                    </a:lnTo>
                                    <a:lnTo>
                                      <a:pt x="320" y="2425"/>
                                    </a:lnTo>
                                    <a:lnTo>
                                      <a:pt x="505" y="1860"/>
                                    </a:lnTo>
                                    <a:lnTo>
                                      <a:pt x="595" y="1655"/>
                                    </a:lnTo>
                                    <a:lnTo>
                                      <a:pt x="740" y="1380"/>
                                    </a:lnTo>
                                    <a:lnTo>
                                      <a:pt x="865" y="1140"/>
                                    </a:lnTo>
                                    <a:lnTo>
                                      <a:pt x="1000" y="825"/>
                                    </a:lnTo>
                                    <a:lnTo>
                                      <a:pt x="1085" y="505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80" y="150"/>
                                    </a:lnTo>
                                    <a:lnTo>
                                      <a:pt x="11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51700" id="Freeform 446" o:spid="_x0000_s1026" style="position:absolute;margin-left:115.8pt;margin-top:179.55pt;width:55.5pt;height:161.5pt;z-index:251625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0,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" path="m1110,r-45,205l1060,450r-20,150l940,935,825,1190,650,1515,500,1815r-85,240l295,2425,185,2800r-75,240l40,3165,,3230r65,-70l135,3030,320,2425,505,1860r90,-205l740,1380,865,1140,1000,825r85,-320l1085,305r-5,-155l1110,xe" fillcolor="#333">
                      <v:path arrowok="t" o:connecttype="custom" o:connectlocs="704850,0;676275,130175;673100,285750;660400,381000;596900,593725;523875,755650;412750,962025;317500,1152525;263525,1304925;187325,1539875;117475,1778000;69850,1930400;25400,2009775;0,2051050;41275,2006600;85725,1924050;203200,1539875;320675,1181100;377825,1050925;469900,876300;549275,723900;635000,523875;688975,320675;688975,193675;685800,95250;704850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6994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2407285</wp:posOffset>
                      </wp:positionV>
                      <wp:extent cx="676275" cy="1679575"/>
                      <wp:effectExtent l="6350" t="9525" r="60325" b="34925"/>
                      <wp:wrapNone/>
                      <wp:docPr id="52" name="Freeform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6275" cy="1679575"/>
                              </a:xfrm>
                              <a:custGeom>
                                <a:avLst/>
                                <a:gdLst>
                                  <a:gd name="T0" fmla="*/ 1065 w 1065"/>
                                  <a:gd name="T1" fmla="*/ 0 h 2645"/>
                                  <a:gd name="T2" fmla="*/ 940 w 1065"/>
                                  <a:gd name="T3" fmla="*/ 260 h 2645"/>
                                  <a:gd name="T4" fmla="*/ 845 w 1065"/>
                                  <a:gd name="T5" fmla="*/ 480 h 2645"/>
                                  <a:gd name="T6" fmla="*/ 720 w 1065"/>
                                  <a:gd name="T7" fmla="*/ 730 h 2645"/>
                                  <a:gd name="T8" fmla="*/ 640 w 1065"/>
                                  <a:gd name="T9" fmla="*/ 895 h 2645"/>
                                  <a:gd name="T10" fmla="*/ 530 w 1065"/>
                                  <a:gd name="T11" fmla="*/ 1135 h 2645"/>
                                  <a:gd name="T12" fmla="*/ 415 w 1065"/>
                                  <a:gd name="T13" fmla="*/ 1370 h 2645"/>
                                  <a:gd name="T14" fmla="*/ 345 w 1065"/>
                                  <a:gd name="T15" fmla="*/ 1510 h 2645"/>
                                  <a:gd name="T16" fmla="*/ 275 w 1065"/>
                                  <a:gd name="T17" fmla="*/ 1740 h 2645"/>
                                  <a:gd name="T18" fmla="*/ 210 w 1065"/>
                                  <a:gd name="T19" fmla="*/ 1950 h 2645"/>
                                  <a:gd name="T20" fmla="*/ 170 w 1065"/>
                                  <a:gd name="T21" fmla="*/ 2125 h 2645"/>
                                  <a:gd name="T22" fmla="*/ 100 w 1065"/>
                                  <a:gd name="T23" fmla="*/ 2335 h 2645"/>
                                  <a:gd name="T24" fmla="*/ 0 w 1065"/>
                                  <a:gd name="T25" fmla="*/ 2580 h 2645"/>
                                  <a:gd name="T26" fmla="*/ 0 w 1065"/>
                                  <a:gd name="T27" fmla="*/ 2645 h 2645"/>
                                  <a:gd name="T28" fmla="*/ 110 w 1065"/>
                                  <a:gd name="T29" fmla="*/ 2360 h 2645"/>
                                  <a:gd name="T30" fmla="*/ 195 w 1065"/>
                                  <a:gd name="T31" fmla="*/ 2115 h 2645"/>
                                  <a:gd name="T32" fmla="*/ 270 w 1065"/>
                                  <a:gd name="T33" fmla="*/ 1825 h 2645"/>
                                  <a:gd name="T34" fmla="*/ 335 w 1065"/>
                                  <a:gd name="T35" fmla="*/ 1595 h 2645"/>
                                  <a:gd name="T36" fmla="*/ 500 w 1065"/>
                                  <a:gd name="T37" fmla="*/ 1225 h 2645"/>
                                  <a:gd name="T38" fmla="*/ 660 w 1065"/>
                                  <a:gd name="T39" fmla="*/ 910 h 2645"/>
                                  <a:gd name="T40" fmla="*/ 810 w 1065"/>
                                  <a:gd name="T41" fmla="*/ 600 h 2645"/>
                                  <a:gd name="T42" fmla="*/ 890 w 1065"/>
                                  <a:gd name="T43" fmla="*/ 420 h 2645"/>
                                  <a:gd name="T44" fmla="*/ 1005 w 1065"/>
                                  <a:gd name="T45" fmla="*/ 155 h 2645"/>
                                  <a:gd name="T46" fmla="*/ 1065 w 1065"/>
                                  <a:gd name="T47" fmla="*/ 0 h 2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65" h="2645">
                                    <a:moveTo>
                                      <a:pt x="1065" y="0"/>
                                    </a:moveTo>
                                    <a:lnTo>
                                      <a:pt x="940" y="260"/>
                                    </a:lnTo>
                                    <a:lnTo>
                                      <a:pt x="845" y="480"/>
                                    </a:lnTo>
                                    <a:lnTo>
                                      <a:pt x="720" y="730"/>
                                    </a:lnTo>
                                    <a:lnTo>
                                      <a:pt x="640" y="895"/>
                                    </a:lnTo>
                                    <a:lnTo>
                                      <a:pt x="530" y="1135"/>
                                    </a:lnTo>
                                    <a:lnTo>
                                      <a:pt x="415" y="1370"/>
                                    </a:lnTo>
                                    <a:lnTo>
                                      <a:pt x="345" y="1510"/>
                                    </a:lnTo>
                                    <a:lnTo>
                                      <a:pt x="275" y="1740"/>
                                    </a:lnTo>
                                    <a:lnTo>
                                      <a:pt x="210" y="1950"/>
                                    </a:lnTo>
                                    <a:lnTo>
                                      <a:pt x="170" y="2125"/>
                                    </a:lnTo>
                                    <a:lnTo>
                                      <a:pt x="100" y="2335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0" y="2645"/>
                                    </a:lnTo>
                                    <a:lnTo>
                                      <a:pt x="110" y="2360"/>
                                    </a:lnTo>
                                    <a:lnTo>
                                      <a:pt x="195" y="2115"/>
                                    </a:lnTo>
                                    <a:lnTo>
                                      <a:pt x="270" y="1825"/>
                                    </a:lnTo>
                                    <a:lnTo>
                                      <a:pt x="335" y="1595"/>
                                    </a:lnTo>
                                    <a:lnTo>
                                      <a:pt x="500" y="1225"/>
                                    </a:lnTo>
                                    <a:lnTo>
                                      <a:pt x="660" y="910"/>
                                    </a:lnTo>
                                    <a:lnTo>
                                      <a:pt x="810" y="600"/>
                                    </a:lnTo>
                                    <a:lnTo>
                                      <a:pt x="890" y="420"/>
                                    </a:lnTo>
                                    <a:lnTo>
                                      <a:pt x="1005" y="155"/>
                                    </a:lnTo>
                                    <a:lnTo>
                                      <a:pt x="10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64BE2" id="Freeform 445" o:spid="_x0000_s1026" style="position:absolute;margin-left:112.55pt;margin-top:189.55pt;width:53.25pt;height:132.25pt;z-index:2516269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65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" path="m1065,l940,260,845,480,720,730,640,895,530,1135,415,1370r-70,140l275,1740r-65,210l170,2125r-70,210l,2580r,65l110,2360r85,-245l270,1825r65,-230l500,1225,660,910,810,600,890,420,1005,155,1065,xe" fillcolor="#333">
                      <v:path arrowok="t" o:connecttype="custom" o:connectlocs="676275,0;596900,165100;536575,304800;457200,463550;406400,568325;336550,720725;263525,869950;219075,958850;174625,1104900;133350,1238250;107950,1349375;63500,1482725;0,1638300;0,1679575;69850,1498600;123825,1343025;171450,1158875;212725,1012825;317500,777875;419100,577850;514350,381000;565150,266700;638175,98425;676275,0" o:connectangles="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9" behindDoc="0" locked="0" layoutInCell="1" allowOverlap="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2207260</wp:posOffset>
                      </wp:positionV>
                      <wp:extent cx="755650" cy="1860550"/>
                      <wp:effectExtent l="31750" t="9525" r="60325" b="63500"/>
                      <wp:wrapNone/>
                      <wp:docPr id="51" name="Freeform 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0" cy="1860550"/>
                              </a:xfrm>
                              <a:custGeom>
                                <a:avLst/>
                                <a:gdLst>
                                  <a:gd name="T0" fmla="*/ 1190 w 1190"/>
                                  <a:gd name="T1" fmla="*/ 0 h 2930"/>
                                  <a:gd name="T2" fmla="*/ 1150 w 1190"/>
                                  <a:gd name="T3" fmla="*/ 135 h 2930"/>
                                  <a:gd name="T4" fmla="*/ 1055 w 1190"/>
                                  <a:gd name="T5" fmla="*/ 345 h 2930"/>
                                  <a:gd name="T6" fmla="*/ 935 w 1190"/>
                                  <a:gd name="T7" fmla="*/ 635 h 2930"/>
                                  <a:gd name="T8" fmla="*/ 760 w 1190"/>
                                  <a:gd name="T9" fmla="*/ 990 h 2930"/>
                                  <a:gd name="T10" fmla="*/ 665 w 1190"/>
                                  <a:gd name="T11" fmla="*/ 1210 h 2930"/>
                                  <a:gd name="T12" fmla="*/ 515 w 1190"/>
                                  <a:gd name="T13" fmla="*/ 1520 h 2930"/>
                                  <a:gd name="T14" fmla="*/ 410 w 1190"/>
                                  <a:gd name="T15" fmla="*/ 1730 h 2930"/>
                                  <a:gd name="T16" fmla="*/ 335 w 1190"/>
                                  <a:gd name="T17" fmla="*/ 1945 h 2930"/>
                                  <a:gd name="T18" fmla="*/ 265 w 1190"/>
                                  <a:gd name="T19" fmla="*/ 2180 h 2930"/>
                                  <a:gd name="T20" fmla="*/ 205 w 1190"/>
                                  <a:gd name="T21" fmla="*/ 2425 h 2930"/>
                                  <a:gd name="T22" fmla="*/ 140 w 1190"/>
                                  <a:gd name="T23" fmla="*/ 2615 h 2930"/>
                                  <a:gd name="T24" fmla="*/ 50 w 1190"/>
                                  <a:gd name="T25" fmla="*/ 2850 h 2930"/>
                                  <a:gd name="T26" fmla="*/ 0 w 1190"/>
                                  <a:gd name="T27" fmla="*/ 2930 h 2930"/>
                                  <a:gd name="T28" fmla="*/ 105 w 1190"/>
                                  <a:gd name="T29" fmla="*/ 2675 h 2930"/>
                                  <a:gd name="T30" fmla="*/ 195 w 1190"/>
                                  <a:gd name="T31" fmla="*/ 2380 h 2930"/>
                                  <a:gd name="T32" fmla="*/ 270 w 1190"/>
                                  <a:gd name="T33" fmla="*/ 2090 h 2930"/>
                                  <a:gd name="T34" fmla="*/ 355 w 1190"/>
                                  <a:gd name="T35" fmla="*/ 1800 h 2930"/>
                                  <a:gd name="T36" fmla="*/ 555 w 1190"/>
                                  <a:gd name="T37" fmla="*/ 1385 h 2930"/>
                                  <a:gd name="T38" fmla="*/ 780 w 1190"/>
                                  <a:gd name="T39" fmla="*/ 910 h 2930"/>
                                  <a:gd name="T40" fmla="*/ 1050 w 1190"/>
                                  <a:gd name="T41" fmla="*/ 310 h 2930"/>
                                  <a:gd name="T42" fmla="*/ 1165 w 1190"/>
                                  <a:gd name="T43" fmla="*/ 70 h 2930"/>
                                  <a:gd name="T44" fmla="*/ 1190 w 1190"/>
                                  <a:gd name="T45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190" h="2930">
                                    <a:moveTo>
                                      <a:pt x="1190" y="0"/>
                                    </a:moveTo>
                                    <a:lnTo>
                                      <a:pt x="1150" y="135"/>
                                    </a:lnTo>
                                    <a:lnTo>
                                      <a:pt x="1055" y="345"/>
                                    </a:lnTo>
                                    <a:lnTo>
                                      <a:pt x="935" y="635"/>
                                    </a:lnTo>
                                    <a:lnTo>
                                      <a:pt x="760" y="990"/>
                                    </a:lnTo>
                                    <a:lnTo>
                                      <a:pt x="665" y="1210"/>
                                    </a:lnTo>
                                    <a:lnTo>
                                      <a:pt x="515" y="1520"/>
                                    </a:lnTo>
                                    <a:lnTo>
                                      <a:pt x="410" y="1730"/>
                                    </a:lnTo>
                                    <a:lnTo>
                                      <a:pt x="335" y="1945"/>
                                    </a:lnTo>
                                    <a:lnTo>
                                      <a:pt x="265" y="2180"/>
                                    </a:lnTo>
                                    <a:lnTo>
                                      <a:pt x="205" y="2425"/>
                                    </a:lnTo>
                                    <a:lnTo>
                                      <a:pt x="140" y="2615"/>
                                    </a:lnTo>
                                    <a:lnTo>
                                      <a:pt x="50" y="2850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105" y="2675"/>
                                    </a:lnTo>
                                    <a:lnTo>
                                      <a:pt x="195" y="2380"/>
                                    </a:lnTo>
                                    <a:lnTo>
                                      <a:pt x="270" y="2090"/>
                                    </a:lnTo>
                                    <a:lnTo>
                                      <a:pt x="355" y="1800"/>
                                    </a:lnTo>
                                    <a:lnTo>
                                      <a:pt x="555" y="1385"/>
                                    </a:lnTo>
                                    <a:lnTo>
                                      <a:pt x="780" y="910"/>
                                    </a:lnTo>
                                    <a:lnTo>
                                      <a:pt x="1050" y="310"/>
                                    </a:lnTo>
                                    <a:lnTo>
                                      <a:pt x="1165" y="70"/>
                                    </a:lnTo>
                                    <a:lnTo>
                                      <a:pt x="1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ED93E" id="Freeform 444" o:spid="_x0000_s1026" style="position:absolute;margin-left:109.3pt;margin-top:173.8pt;width:59.5pt;height:146.5pt;z-index:2516280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" path="m1190,r-40,135l1055,345,935,635,760,990r-95,220l515,1520,410,1730r-75,215l265,2180r-60,245l140,2615,50,2850,,2930,105,2675r90,-295l270,2090r85,-290l555,1385,780,910,1050,310,1165,70,1190,xe" fillcolor="#333">
                      <v:path arrowok="t" o:connecttype="custom" o:connectlocs="755650,0;730250,85725;669925,219075;593725,403225;482600,628650;422275,768350;327025,965200;260350,1098550;212725,1235075;168275,1384300;130175,1539875;88900,1660525;31750,1809750;0,1860550;66675,1698625;123825,1511300;171450,1327150;225425,1143000;352425,879475;495300,577850;666750,196850;739775,44450;755650,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4" behindDoc="0" locked="0" layoutInCell="1" allowOverlap="1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2181860</wp:posOffset>
                      </wp:positionV>
                      <wp:extent cx="942975" cy="1981200"/>
                      <wp:effectExtent l="25400" t="41275" r="12700" b="34925"/>
                      <wp:wrapNone/>
                      <wp:docPr id="50" name="Freeform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2975" cy="1981200"/>
                              </a:xfrm>
                              <a:custGeom>
                                <a:avLst/>
                                <a:gdLst>
                                  <a:gd name="T0" fmla="*/ 1485 w 1485"/>
                                  <a:gd name="T1" fmla="*/ 0 h 3120"/>
                                  <a:gd name="T2" fmla="*/ 1355 w 1485"/>
                                  <a:gd name="T3" fmla="*/ 35 h 3120"/>
                                  <a:gd name="T4" fmla="*/ 1235 w 1485"/>
                                  <a:gd name="T5" fmla="*/ 115 h 3120"/>
                                  <a:gd name="T6" fmla="*/ 1105 w 1485"/>
                                  <a:gd name="T7" fmla="*/ 215 h 3120"/>
                                  <a:gd name="T8" fmla="*/ 1015 w 1485"/>
                                  <a:gd name="T9" fmla="*/ 310 h 3120"/>
                                  <a:gd name="T10" fmla="*/ 940 w 1485"/>
                                  <a:gd name="T11" fmla="*/ 440 h 3120"/>
                                  <a:gd name="T12" fmla="*/ 835 w 1485"/>
                                  <a:gd name="T13" fmla="*/ 650 h 3120"/>
                                  <a:gd name="T14" fmla="*/ 770 w 1485"/>
                                  <a:gd name="T15" fmla="*/ 860 h 3120"/>
                                  <a:gd name="T16" fmla="*/ 660 w 1485"/>
                                  <a:gd name="T17" fmla="*/ 1300 h 3120"/>
                                  <a:gd name="T18" fmla="*/ 590 w 1485"/>
                                  <a:gd name="T19" fmla="*/ 1595 h 3120"/>
                                  <a:gd name="T20" fmla="*/ 530 w 1485"/>
                                  <a:gd name="T21" fmla="*/ 1820 h 3120"/>
                                  <a:gd name="T22" fmla="*/ 485 w 1485"/>
                                  <a:gd name="T23" fmla="*/ 2000 h 3120"/>
                                  <a:gd name="T24" fmla="*/ 400 w 1485"/>
                                  <a:gd name="T25" fmla="*/ 2315 h 3120"/>
                                  <a:gd name="T26" fmla="*/ 360 w 1485"/>
                                  <a:gd name="T27" fmla="*/ 2500 h 3120"/>
                                  <a:gd name="T28" fmla="*/ 325 w 1485"/>
                                  <a:gd name="T29" fmla="*/ 2605 h 3120"/>
                                  <a:gd name="T30" fmla="*/ 270 w 1485"/>
                                  <a:gd name="T31" fmla="*/ 2725 h 3120"/>
                                  <a:gd name="T32" fmla="*/ 210 w 1485"/>
                                  <a:gd name="T33" fmla="*/ 2810 h 3120"/>
                                  <a:gd name="T34" fmla="*/ 120 w 1485"/>
                                  <a:gd name="T35" fmla="*/ 2945 h 3120"/>
                                  <a:gd name="T36" fmla="*/ 15 w 1485"/>
                                  <a:gd name="T37" fmla="*/ 3070 h 3120"/>
                                  <a:gd name="T38" fmla="*/ 0 w 1485"/>
                                  <a:gd name="T39" fmla="*/ 3120 h 3120"/>
                                  <a:gd name="T40" fmla="*/ 125 w 1485"/>
                                  <a:gd name="T41" fmla="*/ 2965 h 3120"/>
                                  <a:gd name="T42" fmla="*/ 250 w 1485"/>
                                  <a:gd name="T43" fmla="*/ 2790 h 3120"/>
                                  <a:gd name="T44" fmla="*/ 310 w 1485"/>
                                  <a:gd name="T45" fmla="*/ 2690 h 3120"/>
                                  <a:gd name="T46" fmla="*/ 360 w 1485"/>
                                  <a:gd name="T47" fmla="*/ 2565 h 3120"/>
                                  <a:gd name="T48" fmla="*/ 440 w 1485"/>
                                  <a:gd name="T49" fmla="*/ 2275 h 3120"/>
                                  <a:gd name="T50" fmla="*/ 595 w 1485"/>
                                  <a:gd name="T51" fmla="*/ 1660 h 3120"/>
                                  <a:gd name="T52" fmla="*/ 785 w 1485"/>
                                  <a:gd name="T53" fmla="*/ 900 h 3120"/>
                                  <a:gd name="T54" fmla="*/ 880 w 1485"/>
                                  <a:gd name="T55" fmla="*/ 610 h 3120"/>
                                  <a:gd name="T56" fmla="*/ 965 w 1485"/>
                                  <a:gd name="T57" fmla="*/ 435 h 3120"/>
                                  <a:gd name="T58" fmla="*/ 1050 w 1485"/>
                                  <a:gd name="T59" fmla="*/ 300 h 3120"/>
                                  <a:gd name="T60" fmla="*/ 1160 w 1485"/>
                                  <a:gd name="T61" fmla="*/ 195 h 3120"/>
                                  <a:gd name="T62" fmla="*/ 1290 w 1485"/>
                                  <a:gd name="T63" fmla="*/ 95 h 3120"/>
                                  <a:gd name="T64" fmla="*/ 1415 w 1485"/>
                                  <a:gd name="T65" fmla="*/ 25 h 3120"/>
                                  <a:gd name="T66" fmla="*/ 1485 w 1485"/>
                                  <a:gd name="T67" fmla="*/ 0 h 3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485" h="3120">
                                    <a:moveTo>
                                      <a:pt x="1485" y="0"/>
                                    </a:moveTo>
                                    <a:lnTo>
                                      <a:pt x="1355" y="35"/>
                                    </a:lnTo>
                                    <a:lnTo>
                                      <a:pt x="1235" y="115"/>
                                    </a:lnTo>
                                    <a:lnTo>
                                      <a:pt x="1105" y="215"/>
                                    </a:lnTo>
                                    <a:lnTo>
                                      <a:pt x="1015" y="310"/>
                                    </a:lnTo>
                                    <a:lnTo>
                                      <a:pt x="940" y="440"/>
                                    </a:lnTo>
                                    <a:lnTo>
                                      <a:pt x="835" y="650"/>
                                    </a:lnTo>
                                    <a:lnTo>
                                      <a:pt x="770" y="860"/>
                                    </a:lnTo>
                                    <a:lnTo>
                                      <a:pt x="660" y="1300"/>
                                    </a:lnTo>
                                    <a:lnTo>
                                      <a:pt x="590" y="1595"/>
                                    </a:lnTo>
                                    <a:lnTo>
                                      <a:pt x="530" y="1820"/>
                                    </a:lnTo>
                                    <a:lnTo>
                                      <a:pt x="485" y="2000"/>
                                    </a:lnTo>
                                    <a:lnTo>
                                      <a:pt x="400" y="2315"/>
                                    </a:lnTo>
                                    <a:lnTo>
                                      <a:pt x="360" y="2500"/>
                                    </a:lnTo>
                                    <a:lnTo>
                                      <a:pt x="325" y="2605"/>
                                    </a:lnTo>
                                    <a:lnTo>
                                      <a:pt x="270" y="2725"/>
                                    </a:lnTo>
                                    <a:lnTo>
                                      <a:pt x="210" y="2810"/>
                                    </a:lnTo>
                                    <a:lnTo>
                                      <a:pt x="120" y="2945"/>
                                    </a:lnTo>
                                    <a:lnTo>
                                      <a:pt x="15" y="3070"/>
                                    </a:lnTo>
                                    <a:lnTo>
                                      <a:pt x="0" y="3120"/>
                                    </a:lnTo>
                                    <a:lnTo>
                                      <a:pt x="125" y="2965"/>
                                    </a:lnTo>
                                    <a:lnTo>
                                      <a:pt x="250" y="2790"/>
                                    </a:lnTo>
                                    <a:lnTo>
                                      <a:pt x="310" y="2690"/>
                                    </a:lnTo>
                                    <a:lnTo>
                                      <a:pt x="360" y="2565"/>
                                    </a:lnTo>
                                    <a:lnTo>
                                      <a:pt x="440" y="2275"/>
                                    </a:lnTo>
                                    <a:lnTo>
                                      <a:pt x="595" y="1660"/>
                                    </a:lnTo>
                                    <a:lnTo>
                                      <a:pt x="785" y="900"/>
                                    </a:lnTo>
                                    <a:lnTo>
                                      <a:pt x="880" y="610"/>
                                    </a:lnTo>
                                    <a:lnTo>
                                      <a:pt x="965" y="435"/>
                                    </a:lnTo>
                                    <a:lnTo>
                                      <a:pt x="1050" y="300"/>
                                    </a:lnTo>
                                    <a:lnTo>
                                      <a:pt x="1160" y="195"/>
                                    </a:lnTo>
                                    <a:lnTo>
                                      <a:pt x="1290" y="95"/>
                                    </a:lnTo>
                                    <a:lnTo>
                                      <a:pt x="1415" y="25"/>
                                    </a:lnTo>
                                    <a:lnTo>
                                      <a:pt x="14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0C041" id="Freeform 443" o:spid="_x0000_s1026" style="position:absolute;margin-left:93.05pt;margin-top:171.8pt;width:74.25pt;height:156pt;z-index:2516290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5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" path="m1485,l1355,35r-120,80l1105,215r-90,95l940,440,835,650,770,860,660,1300r-70,295l530,1820r-45,180l400,2315r-40,185l325,2605r-55,120l210,2810r-90,135l15,3070,,3120,125,2965,250,2790r60,-100l360,2565r80,-290l595,1660,785,900,880,610,965,435r85,-135l1160,195,1290,95,1415,25,1485,xe" fillcolor="#333">
                      <v:path arrowok="t" o:connecttype="custom" o:connectlocs="942975,0;860425,22225;784225,73025;701675,136525;644525,196850;596900,279400;530225,412750;488950,546100;419100,825500;374650,1012825;336550,1155700;307975,1270000;254000,1470025;228600,1587500;206375,1654175;171450,1730375;133350,1784350;76200,1870075;9525,1949450;0,1981200;79375,1882775;158750,1771650;196850,1708150;228600,1628775;279400,1444625;377825,1054100;498475,571500;558800,387350;612775,276225;666750,190500;736600,123825;819150,60325;898525,15875;942975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9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2058035</wp:posOffset>
                      </wp:positionV>
                      <wp:extent cx="1041400" cy="2070100"/>
                      <wp:effectExtent l="6350" t="69850" r="85725" b="12700"/>
                      <wp:wrapNone/>
                      <wp:docPr id="49" name="Freeform 4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0" cy="2070100"/>
                              </a:xfrm>
                              <a:custGeom>
                                <a:avLst/>
                                <a:gdLst>
                                  <a:gd name="T0" fmla="*/ 0 w 1640"/>
                                  <a:gd name="T1" fmla="*/ 3260 h 3260"/>
                                  <a:gd name="T2" fmla="*/ 85 w 1640"/>
                                  <a:gd name="T3" fmla="*/ 3180 h 3260"/>
                                  <a:gd name="T4" fmla="*/ 220 w 1640"/>
                                  <a:gd name="T5" fmla="*/ 3025 h 3260"/>
                                  <a:gd name="T6" fmla="*/ 315 w 1640"/>
                                  <a:gd name="T7" fmla="*/ 2860 h 3260"/>
                                  <a:gd name="T8" fmla="*/ 380 w 1640"/>
                                  <a:gd name="T9" fmla="*/ 2700 h 3260"/>
                                  <a:gd name="T10" fmla="*/ 440 w 1640"/>
                                  <a:gd name="T11" fmla="*/ 2460 h 3260"/>
                                  <a:gd name="T12" fmla="*/ 540 w 1640"/>
                                  <a:gd name="T13" fmla="*/ 2085 h 3260"/>
                                  <a:gd name="T14" fmla="*/ 620 w 1640"/>
                                  <a:gd name="T15" fmla="*/ 1715 h 3260"/>
                                  <a:gd name="T16" fmla="*/ 720 w 1640"/>
                                  <a:gd name="T17" fmla="*/ 1310 h 3260"/>
                                  <a:gd name="T18" fmla="*/ 850 w 1640"/>
                                  <a:gd name="T19" fmla="*/ 865 h 3260"/>
                                  <a:gd name="T20" fmla="*/ 965 w 1640"/>
                                  <a:gd name="T21" fmla="*/ 605 h 3260"/>
                                  <a:gd name="T22" fmla="*/ 1090 w 1640"/>
                                  <a:gd name="T23" fmla="*/ 425 h 3260"/>
                                  <a:gd name="T24" fmla="*/ 1255 w 1640"/>
                                  <a:gd name="T25" fmla="*/ 285 h 3260"/>
                                  <a:gd name="T26" fmla="*/ 1505 w 1640"/>
                                  <a:gd name="T27" fmla="*/ 130 h 3260"/>
                                  <a:gd name="T28" fmla="*/ 1640 w 1640"/>
                                  <a:gd name="T29" fmla="*/ 0 h 3260"/>
                                  <a:gd name="T30" fmla="*/ 1500 w 1640"/>
                                  <a:gd name="T31" fmla="*/ 110 h 3260"/>
                                  <a:gd name="T32" fmla="*/ 1355 w 1640"/>
                                  <a:gd name="T33" fmla="*/ 200 h 3260"/>
                                  <a:gd name="T34" fmla="*/ 1255 w 1640"/>
                                  <a:gd name="T35" fmla="*/ 260 h 3260"/>
                                  <a:gd name="T36" fmla="*/ 1135 w 1640"/>
                                  <a:gd name="T37" fmla="*/ 350 h 3260"/>
                                  <a:gd name="T38" fmla="*/ 1030 w 1640"/>
                                  <a:gd name="T39" fmla="*/ 460 h 3260"/>
                                  <a:gd name="T40" fmla="*/ 925 w 1640"/>
                                  <a:gd name="T41" fmla="*/ 620 h 3260"/>
                                  <a:gd name="T42" fmla="*/ 810 w 1640"/>
                                  <a:gd name="T43" fmla="*/ 895 h 3260"/>
                                  <a:gd name="T44" fmla="*/ 660 w 1640"/>
                                  <a:gd name="T45" fmla="*/ 1435 h 3260"/>
                                  <a:gd name="T46" fmla="*/ 550 w 1640"/>
                                  <a:gd name="T47" fmla="*/ 1930 h 3260"/>
                                  <a:gd name="T48" fmla="*/ 450 w 1640"/>
                                  <a:gd name="T49" fmla="*/ 2340 h 3260"/>
                                  <a:gd name="T50" fmla="*/ 370 w 1640"/>
                                  <a:gd name="T51" fmla="*/ 2645 h 3260"/>
                                  <a:gd name="T52" fmla="*/ 305 w 1640"/>
                                  <a:gd name="T53" fmla="*/ 2825 h 3260"/>
                                  <a:gd name="T54" fmla="*/ 240 w 1640"/>
                                  <a:gd name="T55" fmla="*/ 2935 h 3260"/>
                                  <a:gd name="T56" fmla="*/ 170 w 1640"/>
                                  <a:gd name="T57" fmla="*/ 3045 h 3260"/>
                                  <a:gd name="T58" fmla="*/ 80 w 1640"/>
                                  <a:gd name="T59" fmla="*/ 3155 h 3260"/>
                                  <a:gd name="T60" fmla="*/ 15 w 1640"/>
                                  <a:gd name="T61" fmla="*/ 3235 h 3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640" h="3260">
                                    <a:moveTo>
                                      <a:pt x="0" y="3260"/>
                                    </a:moveTo>
                                    <a:lnTo>
                                      <a:pt x="85" y="3180"/>
                                    </a:lnTo>
                                    <a:lnTo>
                                      <a:pt x="220" y="3025"/>
                                    </a:lnTo>
                                    <a:lnTo>
                                      <a:pt x="315" y="2860"/>
                                    </a:lnTo>
                                    <a:lnTo>
                                      <a:pt x="380" y="2700"/>
                                    </a:lnTo>
                                    <a:lnTo>
                                      <a:pt x="440" y="2460"/>
                                    </a:lnTo>
                                    <a:lnTo>
                                      <a:pt x="540" y="2085"/>
                                    </a:lnTo>
                                    <a:lnTo>
                                      <a:pt x="620" y="1715"/>
                                    </a:lnTo>
                                    <a:lnTo>
                                      <a:pt x="720" y="1310"/>
                                    </a:lnTo>
                                    <a:lnTo>
                                      <a:pt x="850" y="865"/>
                                    </a:lnTo>
                                    <a:lnTo>
                                      <a:pt x="965" y="605"/>
                                    </a:lnTo>
                                    <a:lnTo>
                                      <a:pt x="1090" y="425"/>
                                    </a:lnTo>
                                    <a:lnTo>
                                      <a:pt x="1255" y="285"/>
                                    </a:lnTo>
                                    <a:lnTo>
                                      <a:pt x="1505" y="130"/>
                                    </a:lnTo>
                                    <a:lnTo>
                                      <a:pt x="1640" y="0"/>
                                    </a:lnTo>
                                    <a:lnTo>
                                      <a:pt x="1500" y="110"/>
                                    </a:lnTo>
                                    <a:lnTo>
                                      <a:pt x="1355" y="200"/>
                                    </a:lnTo>
                                    <a:lnTo>
                                      <a:pt x="1255" y="260"/>
                                    </a:lnTo>
                                    <a:lnTo>
                                      <a:pt x="1135" y="350"/>
                                    </a:lnTo>
                                    <a:lnTo>
                                      <a:pt x="1030" y="460"/>
                                    </a:lnTo>
                                    <a:lnTo>
                                      <a:pt x="925" y="620"/>
                                    </a:lnTo>
                                    <a:lnTo>
                                      <a:pt x="810" y="895"/>
                                    </a:lnTo>
                                    <a:lnTo>
                                      <a:pt x="660" y="1435"/>
                                    </a:lnTo>
                                    <a:lnTo>
                                      <a:pt x="550" y="1930"/>
                                    </a:lnTo>
                                    <a:lnTo>
                                      <a:pt x="450" y="2340"/>
                                    </a:lnTo>
                                    <a:lnTo>
                                      <a:pt x="370" y="2645"/>
                                    </a:lnTo>
                                    <a:lnTo>
                                      <a:pt x="305" y="2825"/>
                                    </a:lnTo>
                                    <a:lnTo>
                                      <a:pt x="240" y="2935"/>
                                    </a:lnTo>
                                    <a:lnTo>
                                      <a:pt x="170" y="3045"/>
                                    </a:lnTo>
                                    <a:lnTo>
                                      <a:pt x="80" y="3155"/>
                                    </a:lnTo>
                                    <a:lnTo>
                                      <a:pt x="15" y="3235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996FA4E" id="Freeform 442" o:spid="_x0000_s1026" style="position:absolute;z-index:2516300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05pt,325.05pt,94.3pt,321.05pt,101.05pt,313.3pt,105.8pt,305.05pt,109.05pt,297.05pt,112.05pt,285.05pt,117.05pt,266.3pt,121.05pt,247.8pt,126.05pt,227.55pt,132.55pt,205.3pt,138.3pt,192.3pt,144.55pt,183.3pt,152.8pt,176.3pt,165.3pt,168.55pt,172.05pt,162.05pt,165.05pt,167.55pt,157.8pt,172.05pt,152.8pt,175.05pt,146.8pt,179.55pt,141.55pt,185.05pt,136.3pt,193.05pt,130.55pt,206.8pt,123.05pt,233.8pt,117.55pt,258.55pt,112.55pt,279.05pt,108.55pt,294.3pt,105.3pt,303.3pt,102.05pt,308.8pt,98.55pt,314.3pt,94.05pt,319.8pt,90.8pt,323.8pt" coordsize="1640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" fillcolor="#333">
                      <v:path arrowok="t" o:connecttype="custom" o:connectlocs="0,2070100;53975,2019300;139700,1920875;200025,1816100;241300,1714500;279400,1562100;342900,1323975;393700,1089025;457200,831850;539750,549275;612775,384175;692150,269875;796925,180975;955675,82550;1041400,0;952500,69850;860425,127000;796925,165100;720725,222250;654050,292100;587375,393700;514350,568325;419100,911225;349250,1225550;285750,1485900;234950,1679575;193675,1793875;152400,1863725;107950,1933575;50800,2003425;9525,2054225" o:connectangles="0,0,0,0,0,0,0,0,0,0,0,0,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4" behindDoc="0" locked="0" layoutInCell="1" allowOverlap="1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1711325</wp:posOffset>
                      </wp:positionV>
                      <wp:extent cx="498475" cy="520065"/>
                      <wp:effectExtent l="45085" t="37465" r="56515" b="80645"/>
                      <wp:wrapNone/>
                      <wp:docPr id="48" name="Freeform 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8475" cy="520065"/>
                              </a:xfrm>
                              <a:custGeom>
                                <a:avLst/>
                                <a:gdLst>
                                  <a:gd name="T0" fmla="*/ 785 w 785"/>
                                  <a:gd name="T1" fmla="*/ 0 h 819"/>
                                  <a:gd name="T2" fmla="*/ 624 w 785"/>
                                  <a:gd name="T3" fmla="*/ 89 h 819"/>
                                  <a:gd name="T4" fmla="*/ 423 w 785"/>
                                  <a:gd name="T5" fmla="*/ 260 h 819"/>
                                  <a:gd name="T6" fmla="*/ 348 w 785"/>
                                  <a:gd name="T7" fmla="*/ 339 h 819"/>
                                  <a:gd name="T8" fmla="*/ 255 w 785"/>
                                  <a:gd name="T9" fmla="*/ 440 h 819"/>
                                  <a:gd name="T10" fmla="*/ 159 w 785"/>
                                  <a:gd name="T11" fmla="*/ 521 h 819"/>
                                  <a:gd name="T12" fmla="*/ 82 w 785"/>
                                  <a:gd name="T13" fmla="*/ 632 h 819"/>
                                  <a:gd name="T14" fmla="*/ 0 w 785"/>
                                  <a:gd name="T15" fmla="*/ 819 h 819"/>
                                  <a:gd name="T16" fmla="*/ 72 w 785"/>
                                  <a:gd name="T17" fmla="*/ 696 h 819"/>
                                  <a:gd name="T18" fmla="*/ 216 w 785"/>
                                  <a:gd name="T19" fmla="*/ 528 h 819"/>
                                  <a:gd name="T20" fmla="*/ 387 w 785"/>
                                  <a:gd name="T21" fmla="*/ 356 h 819"/>
                                  <a:gd name="T22" fmla="*/ 610 w 785"/>
                                  <a:gd name="T23" fmla="*/ 144 h 819"/>
                                  <a:gd name="T24" fmla="*/ 785 w 785"/>
                                  <a:gd name="T25" fmla="*/ 0 h 8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785" h="819">
                                    <a:moveTo>
                                      <a:pt x="785" y="0"/>
                                    </a:moveTo>
                                    <a:lnTo>
                                      <a:pt x="624" y="89"/>
                                    </a:lnTo>
                                    <a:lnTo>
                                      <a:pt x="423" y="260"/>
                                    </a:lnTo>
                                    <a:lnTo>
                                      <a:pt x="348" y="339"/>
                                    </a:lnTo>
                                    <a:lnTo>
                                      <a:pt x="255" y="440"/>
                                    </a:lnTo>
                                    <a:lnTo>
                                      <a:pt x="159" y="521"/>
                                    </a:lnTo>
                                    <a:lnTo>
                                      <a:pt x="82" y="632"/>
                                    </a:lnTo>
                                    <a:lnTo>
                                      <a:pt x="0" y="819"/>
                                    </a:lnTo>
                                    <a:lnTo>
                                      <a:pt x="72" y="696"/>
                                    </a:lnTo>
                                    <a:lnTo>
                                      <a:pt x="216" y="528"/>
                                    </a:lnTo>
                                    <a:lnTo>
                                      <a:pt x="387" y="356"/>
                                    </a:lnTo>
                                    <a:lnTo>
                                      <a:pt x="610" y="144"/>
                                    </a:lnTo>
                                    <a:lnTo>
                                      <a:pt x="7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E5C3C" id="Freeform 441" o:spid="_x0000_s1026" style="position:absolute;margin-left:172.6pt;margin-top:134.75pt;width:39.25pt;height:40.95pt;z-index:251631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5,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" path="m785,l624,89,423,260r-75,79l255,440r-96,81l82,632,,819,72,696,216,528,387,356,610,144,785,xe" fillcolor="#333">
                      <v:path arrowok="t" o:connecttype="custom" o:connectlocs="498475,0;396240,56515;268605,165100;220980,215265;161925,279400;100965,330835;52070,401320;0,520065;45720,441960;137160,335280;245745,226060;387350,91440;498475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9" behindDoc="0" locked="0" layoutInCell="1" allowOverlap="1">
                      <wp:simplePos x="0" y="0"/>
                      <wp:positionH relativeFrom="column">
                        <wp:posOffset>2079625</wp:posOffset>
                      </wp:positionH>
                      <wp:positionV relativeFrom="paragraph">
                        <wp:posOffset>1645920</wp:posOffset>
                      </wp:positionV>
                      <wp:extent cx="533400" cy="495300"/>
                      <wp:effectExtent l="8890" t="10160" r="10160" b="8890"/>
                      <wp:wrapNone/>
                      <wp:docPr id="47" name="Freeform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0" cy="495300"/>
                              </a:xfrm>
                              <a:custGeom>
                                <a:avLst/>
                                <a:gdLst>
                                  <a:gd name="T0" fmla="*/ 840 w 840"/>
                                  <a:gd name="T1" fmla="*/ 0 h 780"/>
                                  <a:gd name="T2" fmla="*/ 602 w 840"/>
                                  <a:gd name="T3" fmla="*/ 211 h 780"/>
                                  <a:gd name="T4" fmla="*/ 518 w 840"/>
                                  <a:gd name="T5" fmla="*/ 317 h 780"/>
                                  <a:gd name="T6" fmla="*/ 372 w 840"/>
                                  <a:gd name="T7" fmla="*/ 447 h 780"/>
                                  <a:gd name="T8" fmla="*/ 237 w 840"/>
                                  <a:gd name="T9" fmla="*/ 605 h 780"/>
                                  <a:gd name="T10" fmla="*/ 165 w 840"/>
                                  <a:gd name="T11" fmla="*/ 672 h 780"/>
                                  <a:gd name="T12" fmla="*/ 0 w 840"/>
                                  <a:gd name="T13" fmla="*/ 780 h 780"/>
                                  <a:gd name="T14" fmla="*/ 139 w 840"/>
                                  <a:gd name="T15" fmla="*/ 675 h 780"/>
                                  <a:gd name="T16" fmla="*/ 216 w 840"/>
                                  <a:gd name="T17" fmla="*/ 598 h 780"/>
                                  <a:gd name="T18" fmla="*/ 319 w 840"/>
                                  <a:gd name="T19" fmla="*/ 483 h 780"/>
                                  <a:gd name="T20" fmla="*/ 470 w 840"/>
                                  <a:gd name="T21" fmla="*/ 324 h 780"/>
                                  <a:gd name="T22" fmla="*/ 578 w 840"/>
                                  <a:gd name="T23" fmla="*/ 211 h 780"/>
                                  <a:gd name="T24" fmla="*/ 840 w 840"/>
                                  <a:gd name="T25" fmla="*/ 0 h 7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840" h="780">
                                    <a:moveTo>
                                      <a:pt x="840" y="0"/>
                                    </a:moveTo>
                                    <a:lnTo>
                                      <a:pt x="602" y="211"/>
                                    </a:lnTo>
                                    <a:lnTo>
                                      <a:pt x="518" y="317"/>
                                    </a:lnTo>
                                    <a:lnTo>
                                      <a:pt x="372" y="447"/>
                                    </a:lnTo>
                                    <a:lnTo>
                                      <a:pt x="237" y="605"/>
                                    </a:lnTo>
                                    <a:lnTo>
                                      <a:pt x="165" y="672"/>
                                    </a:lnTo>
                                    <a:lnTo>
                                      <a:pt x="0" y="780"/>
                                    </a:lnTo>
                                    <a:lnTo>
                                      <a:pt x="139" y="675"/>
                                    </a:lnTo>
                                    <a:lnTo>
                                      <a:pt x="216" y="598"/>
                                    </a:lnTo>
                                    <a:lnTo>
                                      <a:pt x="319" y="483"/>
                                    </a:lnTo>
                                    <a:lnTo>
                                      <a:pt x="470" y="324"/>
                                    </a:lnTo>
                                    <a:lnTo>
                                      <a:pt x="578" y="211"/>
                                    </a:lnTo>
                                    <a:lnTo>
                                      <a:pt x="8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89CF7A" id="Freeform 440" o:spid="_x0000_s1026" style="position:absolute;margin-left:163.75pt;margin-top:129.6pt;width:42pt;height:39pt;z-index:251632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" path="m840,l602,211,518,317,372,447,237,605r-72,67l,780,139,675r77,-77l319,483,470,324,578,211,840,xe" fillcolor="#333">
                      <v:path arrowok="t" o:connecttype="custom" o:connectlocs="533400,0;382270,133985;328930,201295;236220,283845;150495,384175;104775,426720;0,495300;88265,428625;137160,379730;202565,306705;298450,205740;367030,133985;533400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4" behindDoc="0" locked="0" layoutInCell="1" allowOverlap="1">
                      <wp:simplePos x="0" y="0"/>
                      <wp:positionH relativeFrom="column">
                        <wp:posOffset>2562860</wp:posOffset>
                      </wp:positionH>
                      <wp:positionV relativeFrom="paragraph">
                        <wp:posOffset>1002665</wp:posOffset>
                      </wp:positionV>
                      <wp:extent cx="1514475" cy="817245"/>
                      <wp:effectExtent l="6350" t="24130" r="69850" b="6350"/>
                      <wp:wrapNone/>
                      <wp:docPr id="46" name="Freeform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4475" cy="817245"/>
                              </a:xfrm>
                              <a:custGeom>
                                <a:avLst/>
                                <a:gdLst>
                                  <a:gd name="T0" fmla="*/ 0 w 2385"/>
                                  <a:gd name="T1" fmla="*/ 1287 h 1287"/>
                                  <a:gd name="T2" fmla="*/ 141 w 2385"/>
                                  <a:gd name="T3" fmla="*/ 1131 h 1287"/>
                                  <a:gd name="T4" fmla="*/ 312 w 2385"/>
                                  <a:gd name="T5" fmla="*/ 1018 h 1287"/>
                                  <a:gd name="T6" fmla="*/ 470 w 2385"/>
                                  <a:gd name="T7" fmla="*/ 924 h 1287"/>
                                  <a:gd name="T8" fmla="*/ 672 w 2385"/>
                                  <a:gd name="T9" fmla="*/ 821 h 1287"/>
                                  <a:gd name="T10" fmla="*/ 873 w 2385"/>
                                  <a:gd name="T11" fmla="*/ 687 h 1287"/>
                                  <a:gd name="T12" fmla="*/ 1113 w 2385"/>
                                  <a:gd name="T13" fmla="*/ 591 h 1287"/>
                                  <a:gd name="T14" fmla="*/ 1317 w 2385"/>
                                  <a:gd name="T15" fmla="*/ 478 h 1287"/>
                                  <a:gd name="T16" fmla="*/ 1531 w 2385"/>
                                  <a:gd name="T17" fmla="*/ 360 h 1287"/>
                                  <a:gd name="T18" fmla="*/ 1874 w 2385"/>
                                  <a:gd name="T19" fmla="*/ 209 h 1287"/>
                                  <a:gd name="T20" fmla="*/ 2066 w 2385"/>
                                  <a:gd name="T21" fmla="*/ 101 h 1287"/>
                                  <a:gd name="T22" fmla="*/ 2241 w 2385"/>
                                  <a:gd name="T23" fmla="*/ 29 h 1287"/>
                                  <a:gd name="T24" fmla="*/ 2385 w 2385"/>
                                  <a:gd name="T25" fmla="*/ 0 h 1287"/>
                                  <a:gd name="T26" fmla="*/ 2263 w 2385"/>
                                  <a:gd name="T27" fmla="*/ 46 h 1287"/>
                                  <a:gd name="T28" fmla="*/ 2023 w 2385"/>
                                  <a:gd name="T29" fmla="*/ 156 h 1287"/>
                                  <a:gd name="T30" fmla="*/ 1449 w 2385"/>
                                  <a:gd name="T31" fmla="*/ 435 h 1287"/>
                                  <a:gd name="T32" fmla="*/ 996 w 2385"/>
                                  <a:gd name="T33" fmla="*/ 672 h 1287"/>
                                  <a:gd name="T34" fmla="*/ 544 w 2385"/>
                                  <a:gd name="T35" fmla="*/ 917 h 1287"/>
                                  <a:gd name="T36" fmla="*/ 261 w 2385"/>
                                  <a:gd name="T37" fmla="*/ 1083 h 1287"/>
                                  <a:gd name="T38" fmla="*/ 170 w 2385"/>
                                  <a:gd name="T39" fmla="*/ 1143 h 1287"/>
                                  <a:gd name="T40" fmla="*/ 40 w 2385"/>
                                  <a:gd name="T41" fmla="*/ 1248 h 1287"/>
                                  <a:gd name="T42" fmla="*/ 0 w 2385"/>
                                  <a:gd name="T43" fmla="*/ 1287 h 12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2385" h="1287">
                                    <a:moveTo>
                                      <a:pt x="0" y="1287"/>
                                    </a:moveTo>
                                    <a:lnTo>
                                      <a:pt x="141" y="1131"/>
                                    </a:lnTo>
                                    <a:lnTo>
                                      <a:pt x="312" y="1018"/>
                                    </a:lnTo>
                                    <a:lnTo>
                                      <a:pt x="470" y="924"/>
                                    </a:lnTo>
                                    <a:lnTo>
                                      <a:pt x="672" y="821"/>
                                    </a:lnTo>
                                    <a:lnTo>
                                      <a:pt x="873" y="687"/>
                                    </a:lnTo>
                                    <a:lnTo>
                                      <a:pt x="1113" y="591"/>
                                    </a:lnTo>
                                    <a:lnTo>
                                      <a:pt x="1317" y="478"/>
                                    </a:lnTo>
                                    <a:lnTo>
                                      <a:pt x="1531" y="360"/>
                                    </a:lnTo>
                                    <a:lnTo>
                                      <a:pt x="1874" y="209"/>
                                    </a:lnTo>
                                    <a:lnTo>
                                      <a:pt x="2066" y="101"/>
                                    </a:lnTo>
                                    <a:lnTo>
                                      <a:pt x="2241" y="29"/>
                                    </a:lnTo>
                                    <a:lnTo>
                                      <a:pt x="2385" y="0"/>
                                    </a:lnTo>
                                    <a:lnTo>
                                      <a:pt x="2263" y="46"/>
                                    </a:lnTo>
                                    <a:lnTo>
                                      <a:pt x="2023" y="156"/>
                                    </a:lnTo>
                                    <a:lnTo>
                                      <a:pt x="1449" y="435"/>
                                    </a:lnTo>
                                    <a:lnTo>
                                      <a:pt x="996" y="672"/>
                                    </a:lnTo>
                                    <a:lnTo>
                                      <a:pt x="544" y="917"/>
                                    </a:lnTo>
                                    <a:lnTo>
                                      <a:pt x="261" y="1083"/>
                                    </a:lnTo>
                                    <a:lnTo>
                                      <a:pt x="170" y="1143"/>
                                    </a:lnTo>
                                    <a:lnTo>
                                      <a:pt x="40" y="1248"/>
                                    </a:lnTo>
                                    <a:lnTo>
                                      <a:pt x="0" y="12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0426C" id="Freeform 439" o:spid="_x0000_s1026" style="position:absolute;margin-left:201.8pt;margin-top:78.95pt;width:119.25pt;height:64.35pt;z-index:251633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5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" path="m,1287l141,1131,312,1018,470,924,672,821,873,687r240,-96l1317,478,1531,360,1874,209,2066,101,2241,29,2385,,2263,46,2023,156,1449,435,996,672,544,917,261,1083r-91,60l40,1248,,1287xe" fillcolor="#333">
                      <v:path arrowok="t" o:connecttype="custom" o:connectlocs="0,817245;89535,718185;198120,646430;298450,586740;426720,521335;554355,436245;706755,375285;836295,303530;972185,228600;1189990,132715;1311910,64135;1423035,18415;1514475,0;1437005,29210;1284605,99060;920115,276225;632460,426720;345440,582295;165735,687705;107950,725805;25400,792480;0,817245" o:connectangles="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9" behindDoc="0" locked="0" layoutInCell="1" allowOverlap="1">
                      <wp:simplePos x="0" y="0"/>
                      <wp:positionH relativeFrom="column">
                        <wp:posOffset>2524760</wp:posOffset>
                      </wp:positionH>
                      <wp:positionV relativeFrom="paragraph">
                        <wp:posOffset>880745</wp:posOffset>
                      </wp:positionV>
                      <wp:extent cx="1589405" cy="835660"/>
                      <wp:effectExtent l="73025" t="35560" r="61595" b="52705"/>
                      <wp:wrapNone/>
                      <wp:docPr id="45" name="Freeform 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9405" cy="835660"/>
                              </a:xfrm>
                              <a:custGeom>
                                <a:avLst/>
                                <a:gdLst>
                                  <a:gd name="T0" fmla="*/ 2503 w 2503"/>
                                  <a:gd name="T1" fmla="*/ 0 h 1316"/>
                                  <a:gd name="T2" fmla="*/ 2409 w 2503"/>
                                  <a:gd name="T3" fmla="*/ 60 h 1316"/>
                                  <a:gd name="T4" fmla="*/ 2212 w 2503"/>
                                  <a:gd name="T5" fmla="*/ 159 h 1316"/>
                                  <a:gd name="T6" fmla="*/ 2032 w 2503"/>
                                  <a:gd name="T7" fmla="*/ 221 h 1316"/>
                                  <a:gd name="T8" fmla="*/ 1893 w 2503"/>
                                  <a:gd name="T9" fmla="*/ 293 h 1316"/>
                                  <a:gd name="T10" fmla="*/ 1723 w 2503"/>
                                  <a:gd name="T11" fmla="*/ 360 h 1316"/>
                                  <a:gd name="T12" fmla="*/ 1485 w 2503"/>
                                  <a:gd name="T13" fmla="*/ 492 h 1316"/>
                                  <a:gd name="T14" fmla="*/ 1274 w 2503"/>
                                  <a:gd name="T15" fmla="*/ 579 h 1316"/>
                                  <a:gd name="T16" fmla="*/ 1101 w 2503"/>
                                  <a:gd name="T17" fmla="*/ 692 h 1316"/>
                                  <a:gd name="T18" fmla="*/ 883 w 2503"/>
                                  <a:gd name="T19" fmla="*/ 802 h 1316"/>
                                  <a:gd name="T20" fmla="*/ 676 w 2503"/>
                                  <a:gd name="T21" fmla="*/ 927 h 1316"/>
                                  <a:gd name="T22" fmla="*/ 477 w 2503"/>
                                  <a:gd name="T23" fmla="*/ 1025 h 1316"/>
                                  <a:gd name="T24" fmla="*/ 367 w 2503"/>
                                  <a:gd name="T25" fmla="*/ 1095 h 1316"/>
                                  <a:gd name="T26" fmla="*/ 264 w 2503"/>
                                  <a:gd name="T27" fmla="*/ 1152 h 1316"/>
                                  <a:gd name="T28" fmla="*/ 76 w 2503"/>
                                  <a:gd name="T29" fmla="*/ 1272 h 1316"/>
                                  <a:gd name="T30" fmla="*/ 0 w 2503"/>
                                  <a:gd name="T31" fmla="*/ 1316 h 1316"/>
                                  <a:gd name="T32" fmla="*/ 115 w 2503"/>
                                  <a:gd name="T33" fmla="*/ 1227 h 1316"/>
                                  <a:gd name="T34" fmla="*/ 292 w 2503"/>
                                  <a:gd name="T35" fmla="*/ 1109 h 1316"/>
                                  <a:gd name="T36" fmla="*/ 607 w 2503"/>
                                  <a:gd name="T37" fmla="*/ 922 h 1316"/>
                                  <a:gd name="T38" fmla="*/ 950 w 2503"/>
                                  <a:gd name="T39" fmla="*/ 730 h 1316"/>
                                  <a:gd name="T40" fmla="*/ 1363 w 2503"/>
                                  <a:gd name="T41" fmla="*/ 516 h 1316"/>
                                  <a:gd name="T42" fmla="*/ 1795 w 2503"/>
                                  <a:gd name="T43" fmla="*/ 308 h 1316"/>
                                  <a:gd name="T44" fmla="*/ 2503 w 2503"/>
                                  <a:gd name="T45" fmla="*/ 0 h 13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2503" h="1316">
                                    <a:moveTo>
                                      <a:pt x="2503" y="0"/>
                                    </a:moveTo>
                                    <a:lnTo>
                                      <a:pt x="2409" y="60"/>
                                    </a:lnTo>
                                    <a:lnTo>
                                      <a:pt x="2212" y="159"/>
                                    </a:lnTo>
                                    <a:lnTo>
                                      <a:pt x="2032" y="221"/>
                                    </a:lnTo>
                                    <a:lnTo>
                                      <a:pt x="1893" y="293"/>
                                    </a:lnTo>
                                    <a:lnTo>
                                      <a:pt x="1723" y="360"/>
                                    </a:lnTo>
                                    <a:lnTo>
                                      <a:pt x="1485" y="492"/>
                                    </a:lnTo>
                                    <a:lnTo>
                                      <a:pt x="1274" y="579"/>
                                    </a:lnTo>
                                    <a:lnTo>
                                      <a:pt x="1101" y="692"/>
                                    </a:lnTo>
                                    <a:lnTo>
                                      <a:pt x="883" y="802"/>
                                    </a:lnTo>
                                    <a:lnTo>
                                      <a:pt x="676" y="927"/>
                                    </a:lnTo>
                                    <a:lnTo>
                                      <a:pt x="477" y="1025"/>
                                    </a:lnTo>
                                    <a:lnTo>
                                      <a:pt x="367" y="1095"/>
                                    </a:lnTo>
                                    <a:lnTo>
                                      <a:pt x="264" y="1152"/>
                                    </a:lnTo>
                                    <a:lnTo>
                                      <a:pt x="76" y="1272"/>
                                    </a:lnTo>
                                    <a:lnTo>
                                      <a:pt x="0" y="1316"/>
                                    </a:lnTo>
                                    <a:lnTo>
                                      <a:pt x="115" y="1227"/>
                                    </a:lnTo>
                                    <a:lnTo>
                                      <a:pt x="292" y="1109"/>
                                    </a:lnTo>
                                    <a:lnTo>
                                      <a:pt x="607" y="922"/>
                                    </a:lnTo>
                                    <a:lnTo>
                                      <a:pt x="950" y="730"/>
                                    </a:lnTo>
                                    <a:lnTo>
                                      <a:pt x="1363" y="516"/>
                                    </a:lnTo>
                                    <a:lnTo>
                                      <a:pt x="1795" y="308"/>
                                    </a:lnTo>
                                    <a:lnTo>
                                      <a:pt x="250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28C61" id="Freeform 438" o:spid="_x0000_s1026" style="position:absolute;margin-left:198.8pt;margin-top:69.35pt;width:125.15pt;height:65.8pt;z-index:251634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3,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" path="m2503,r-94,60l2212,159r-180,62l1893,293r-170,67l1485,492r-211,87l1101,692,883,802,676,927r-199,98l367,1095r-103,57l76,1272,,1316r115,-89l292,1109,607,922,950,730,1363,516,1795,308,2503,xe" fillcolor="#333">
                      <v:path arrowok="t" o:connecttype="custom" o:connectlocs="1589405,0;1529715,38100;1404620,100965;1290320,140335;1202055,186055;1094105,228600;942975,312420;808990,367665;699135,439420;560705,509270;429260,588645;302895,650875;233045,695325;167640,731520;48260,807720;0,835660;73025,779145;185420,704215;385445,585470;603250,463550;865505,327660;1139825,195580;1589405,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4" behindDoc="0" locked="0" layoutInCell="1" allowOverlap="1">
                      <wp:simplePos x="0" y="0"/>
                      <wp:positionH relativeFrom="column">
                        <wp:posOffset>4147820</wp:posOffset>
                      </wp:positionH>
                      <wp:positionV relativeFrom="paragraph">
                        <wp:posOffset>864235</wp:posOffset>
                      </wp:positionV>
                      <wp:extent cx="394335" cy="227330"/>
                      <wp:effectExtent l="48260" t="28575" r="71755" b="48895"/>
                      <wp:wrapNone/>
                      <wp:docPr id="44" name="Freeform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4335" cy="227330"/>
                              </a:xfrm>
                              <a:custGeom>
                                <a:avLst/>
                                <a:gdLst>
                                  <a:gd name="T0" fmla="*/ 0 w 621"/>
                                  <a:gd name="T1" fmla="*/ 358 h 358"/>
                                  <a:gd name="T2" fmla="*/ 81 w 621"/>
                                  <a:gd name="T3" fmla="*/ 259 h 358"/>
                                  <a:gd name="T4" fmla="*/ 175 w 621"/>
                                  <a:gd name="T5" fmla="*/ 163 h 358"/>
                                  <a:gd name="T6" fmla="*/ 264 w 621"/>
                                  <a:gd name="T7" fmla="*/ 103 h 358"/>
                                  <a:gd name="T8" fmla="*/ 362 w 621"/>
                                  <a:gd name="T9" fmla="*/ 70 h 358"/>
                                  <a:gd name="T10" fmla="*/ 468 w 621"/>
                                  <a:gd name="T11" fmla="*/ 31 h 358"/>
                                  <a:gd name="T12" fmla="*/ 621 w 621"/>
                                  <a:gd name="T13" fmla="*/ 0 h 358"/>
                                  <a:gd name="T14" fmla="*/ 472 w 621"/>
                                  <a:gd name="T15" fmla="*/ 53 h 358"/>
                                  <a:gd name="T16" fmla="*/ 336 w 621"/>
                                  <a:gd name="T17" fmla="*/ 110 h 358"/>
                                  <a:gd name="T18" fmla="*/ 259 w 621"/>
                                  <a:gd name="T19" fmla="*/ 151 h 358"/>
                                  <a:gd name="T20" fmla="*/ 189 w 621"/>
                                  <a:gd name="T21" fmla="*/ 194 h 358"/>
                                  <a:gd name="T22" fmla="*/ 0 w 621"/>
                                  <a:gd name="T23" fmla="*/ 358 h 3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21" h="358">
                                    <a:moveTo>
                                      <a:pt x="0" y="358"/>
                                    </a:moveTo>
                                    <a:lnTo>
                                      <a:pt x="81" y="259"/>
                                    </a:lnTo>
                                    <a:lnTo>
                                      <a:pt x="175" y="163"/>
                                    </a:lnTo>
                                    <a:lnTo>
                                      <a:pt x="264" y="103"/>
                                    </a:lnTo>
                                    <a:lnTo>
                                      <a:pt x="362" y="70"/>
                                    </a:lnTo>
                                    <a:lnTo>
                                      <a:pt x="468" y="31"/>
                                    </a:lnTo>
                                    <a:lnTo>
                                      <a:pt x="621" y="0"/>
                                    </a:lnTo>
                                    <a:lnTo>
                                      <a:pt x="472" y="53"/>
                                    </a:lnTo>
                                    <a:lnTo>
                                      <a:pt x="336" y="110"/>
                                    </a:lnTo>
                                    <a:lnTo>
                                      <a:pt x="259" y="151"/>
                                    </a:lnTo>
                                    <a:lnTo>
                                      <a:pt x="189" y="194"/>
                                    </a:lnTo>
                                    <a:lnTo>
                                      <a:pt x="0" y="3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D9566" id="Freeform 437" o:spid="_x0000_s1026" style="position:absolute;margin-left:326.6pt;margin-top:68.05pt;width:31.05pt;height:17.9pt;z-index:2516351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1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" path="m,358l81,259r94,-96l264,103,362,70,468,31,621,,472,53,336,110r-77,41l189,194,,358xe" fillcolor="#333">
                      <v:path arrowok="t" o:connecttype="custom" o:connectlocs="0,227330;51435,164465;111125,103505;167640,65405;229870,44450;297180,19685;394335,0;299720,33655;213360,69850;164465,95885;120015,123190;0,22733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9" behindDoc="0" locked="0" layoutInCell="1" allowOverlap="1">
                      <wp:simplePos x="0" y="0"/>
                      <wp:positionH relativeFrom="column">
                        <wp:posOffset>3995420</wp:posOffset>
                      </wp:positionH>
                      <wp:positionV relativeFrom="paragraph">
                        <wp:posOffset>749935</wp:posOffset>
                      </wp:positionV>
                      <wp:extent cx="488950" cy="182880"/>
                      <wp:effectExtent l="67310" t="28575" r="43815" b="26670"/>
                      <wp:wrapNone/>
                      <wp:docPr id="43" name="Freeform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8950" cy="182880"/>
                              </a:xfrm>
                              <a:custGeom>
                                <a:avLst/>
                                <a:gdLst>
                                  <a:gd name="T0" fmla="*/ 770 w 770"/>
                                  <a:gd name="T1" fmla="*/ 0 h 288"/>
                                  <a:gd name="T2" fmla="*/ 660 w 770"/>
                                  <a:gd name="T3" fmla="*/ 65 h 288"/>
                                  <a:gd name="T4" fmla="*/ 523 w 770"/>
                                  <a:gd name="T5" fmla="*/ 106 h 288"/>
                                  <a:gd name="T6" fmla="*/ 410 w 770"/>
                                  <a:gd name="T7" fmla="*/ 158 h 288"/>
                                  <a:gd name="T8" fmla="*/ 285 w 770"/>
                                  <a:gd name="T9" fmla="*/ 204 h 288"/>
                                  <a:gd name="T10" fmla="*/ 194 w 770"/>
                                  <a:gd name="T11" fmla="*/ 238 h 288"/>
                                  <a:gd name="T12" fmla="*/ 0 w 770"/>
                                  <a:gd name="T13" fmla="*/ 288 h 288"/>
                                  <a:gd name="T14" fmla="*/ 180 w 770"/>
                                  <a:gd name="T15" fmla="*/ 211 h 288"/>
                                  <a:gd name="T16" fmla="*/ 427 w 770"/>
                                  <a:gd name="T17" fmla="*/ 115 h 288"/>
                                  <a:gd name="T18" fmla="*/ 595 w 770"/>
                                  <a:gd name="T19" fmla="*/ 55 h 288"/>
                                  <a:gd name="T20" fmla="*/ 770 w 770"/>
                                  <a:gd name="T21" fmla="*/ 0 h 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70" h="288">
                                    <a:moveTo>
                                      <a:pt x="770" y="0"/>
                                    </a:moveTo>
                                    <a:lnTo>
                                      <a:pt x="660" y="65"/>
                                    </a:lnTo>
                                    <a:lnTo>
                                      <a:pt x="523" y="106"/>
                                    </a:lnTo>
                                    <a:lnTo>
                                      <a:pt x="410" y="158"/>
                                    </a:lnTo>
                                    <a:lnTo>
                                      <a:pt x="285" y="204"/>
                                    </a:lnTo>
                                    <a:lnTo>
                                      <a:pt x="194" y="238"/>
                                    </a:lnTo>
                                    <a:lnTo>
                                      <a:pt x="0" y="288"/>
                                    </a:lnTo>
                                    <a:lnTo>
                                      <a:pt x="180" y="211"/>
                                    </a:lnTo>
                                    <a:lnTo>
                                      <a:pt x="427" y="115"/>
                                    </a:lnTo>
                                    <a:lnTo>
                                      <a:pt x="595" y="55"/>
                                    </a:lnTo>
                                    <a:lnTo>
                                      <a:pt x="7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7CB59" id="Freeform 436" o:spid="_x0000_s1026" style="position:absolute;margin-left:314.6pt;margin-top:59.05pt;width:38.5pt;height:14.4pt;z-index:2516362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" path="m770,l660,65,523,106,410,158,285,204r-91,34l,288,180,211,427,115,595,55,770,xe" fillcolor="#333">
                      <v:path arrowok="t" o:connecttype="custom" o:connectlocs="488950,0;419100,41275;332105,67310;260350,100330;180975,129540;123190,151130;0,182880;114300,133985;271145,73025;377825,34925;488950,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4" behindDoc="0" locked="0" layoutInCell="1" allowOverlap="1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548640</wp:posOffset>
                      </wp:positionV>
                      <wp:extent cx="716280" cy="224155"/>
                      <wp:effectExtent l="78740" t="27305" r="52705" b="24765"/>
                      <wp:wrapNone/>
                      <wp:docPr id="42" name="Freeform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6280" cy="224155"/>
                              </a:xfrm>
                              <a:custGeom>
                                <a:avLst/>
                                <a:gdLst>
                                  <a:gd name="T0" fmla="*/ 1128 w 1128"/>
                                  <a:gd name="T1" fmla="*/ 0 h 353"/>
                                  <a:gd name="T2" fmla="*/ 1046 w 1128"/>
                                  <a:gd name="T3" fmla="*/ 53 h 353"/>
                                  <a:gd name="T4" fmla="*/ 883 w 1128"/>
                                  <a:gd name="T5" fmla="*/ 137 h 353"/>
                                  <a:gd name="T6" fmla="*/ 729 w 1128"/>
                                  <a:gd name="T7" fmla="*/ 173 h 353"/>
                                  <a:gd name="T8" fmla="*/ 588 w 1128"/>
                                  <a:gd name="T9" fmla="*/ 202 h 353"/>
                                  <a:gd name="T10" fmla="*/ 417 w 1128"/>
                                  <a:gd name="T11" fmla="*/ 257 h 353"/>
                                  <a:gd name="T12" fmla="*/ 264 w 1128"/>
                                  <a:gd name="T13" fmla="*/ 293 h 353"/>
                                  <a:gd name="T14" fmla="*/ 175 w 1128"/>
                                  <a:gd name="T15" fmla="*/ 324 h 353"/>
                                  <a:gd name="T16" fmla="*/ 0 w 1128"/>
                                  <a:gd name="T17" fmla="*/ 353 h 353"/>
                                  <a:gd name="T18" fmla="*/ 276 w 1128"/>
                                  <a:gd name="T19" fmla="*/ 269 h 353"/>
                                  <a:gd name="T20" fmla="*/ 643 w 1128"/>
                                  <a:gd name="T21" fmla="*/ 161 h 353"/>
                                  <a:gd name="T22" fmla="*/ 919 w 1128"/>
                                  <a:gd name="T23" fmla="*/ 82 h 353"/>
                                  <a:gd name="T24" fmla="*/ 1128 w 1128"/>
                                  <a:gd name="T25" fmla="*/ 0 h 3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128" h="353">
                                    <a:moveTo>
                                      <a:pt x="1128" y="0"/>
                                    </a:moveTo>
                                    <a:lnTo>
                                      <a:pt x="1046" y="53"/>
                                    </a:lnTo>
                                    <a:lnTo>
                                      <a:pt x="883" y="137"/>
                                    </a:lnTo>
                                    <a:lnTo>
                                      <a:pt x="729" y="173"/>
                                    </a:lnTo>
                                    <a:lnTo>
                                      <a:pt x="588" y="202"/>
                                    </a:lnTo>
                                    <a:lnTo>
                                      <a:pt x="417" y="257"/>
                                    </a:lnTo>
                                    <a:lnTo>
                                      <a:pt x="264" y="293"/>
                                    </a:lnTo>
                                    <a:lnTo>
                                      <a:pt x="175" y="324"/>
                                    </a:lnTo>
                                    <a:lnTo>
                                      <a:pt x="0" y="353"/>
                                    </a:lnTo>
                                    <a:lnTo>
                                      <a:pt x="276" y="269"/>
                                    </a:lnTo>
                                    <a:lnTo>
                                      <a:pt x="643" y="161"/>
                                    </a:lnTo>
                                    <a:lnTo>
                                      <a:pt x="919" y="82"/>
                                    </a:lnTo>
                                    <a:lnTo>
                                      <a:pt x="11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7F3DB" id="Freeform 435" o:spid="_x0000_s1026" style="position:absolute;margin-left:347pt;margin-top:43.2pt;width:56.4pt;height:17.65pt;z-index:251637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" path="m1128,r-82,53l883,137,729,173,588,202,417,257,264,293r-89,31l,353,276,269,643,161,919,82,1128,xe" fillcolor="#333">
                      <v:path arrowok="t" o:connecttype="custom" o:connectlocs="716280,0;664210,33655;560705,86995;462915,109855;373380,128270;264795,163195;167640,186055;111125,205740;0,224155;175260,170815;408305,102235;583565,52070;716280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9" behindDoc="0" locked="0" layoutInCell="1" allowOverlap="1">
                      <wp:simplePos x="0" y="0"/>
                      <wp:positionH relativeFrom="column">
                        <wp:posOffset>4439920</wp:posOffset>
                      </wp:positionH>
                      <wp:positionV relativeFrom="paragraph">
                        <wp:posOffset>734695</wp:posOffset>
                      </wp:positionV>
                      <wp:extent cx="612775" cy="166370"/>
                      <wp:effectExtent l="35560" t="13335" r="46990" b="20320"/>
                      <wp:wrapNone/>
                      <wp:docPr id="41" name="Freeform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775" cy="166370"/>
                              </a:xfrm>
                              <a:custGeom>
                                <a:avLst/>
                                <a:gdLst>
                                  <a:gd name="T0" fmla="*/ 965 w 965"/>
                                  <a:gd name="T1" fmla="*/ 10 h 262"/>
                                  <a:gd name="T2" fmla="*/ 869 w 965"/>
                                  <a:gd name="T3" fmla="*/ 0 h 262"/>
                                  <a:gd name="T4" fmla="*/ 802 w 965"/>
                                  <a:gd name="T5" fmla="*/ 14 h 262"/>
                                  <a:gd name="T6" fmla="*/ 699 w 965"/>
                                  <a:gd name="T7" fmla="*/ 24 h 262"/>
                                  <a:gd name="T8" fmla="*/ 600 w 965"/>
                                  <a:gd name="T9" fmla="*/ 50 h 262"/>
                                  <a:gd name="T10" fmla="*/ 471 w 965"/>
                                  <a:gd name="T11" fmla="*/ 77 h 262"/>
                                  <a:gd name="T12" fmla="*/ 375 w 965"/>
                                  <a:gd name="T13" fmla="*/ 115 h 262"/>
                                  <a:gd name="T14" fmla="*/ 231 w 965"/>
                                  <a:gd name="T15" fmla="*/ 137 h 262"/>
                                  <a:gd name="T16" fmla="*/ 128 w 965"/>
                                  <a:gd name="T17" fmla="*/ 197 h 262"/>
                                  <a:gd name="T18" fmla="*/ 41 w 965"/>
                                  <a:gd name="T19" fmla="*/ 228 h 262"/>
                                  <a:gd name="T20" fmla="*/ 0 w 965"/>
                                  <a:gd name="T21" fmla="*/ 262 h 262"/>
                                  <a:gd name="T22" fmla="*/ 140 w 965"/>
                                  <a:gd name="T23" fmla="*/ 216 h 262"/>
                                  <a:gd name="T24" fmla="*/ 382 w 965"/>
                                  <a:gd name="T25" fmla="*/ 146 h 262"/>
                                  <a:gd name="T26" fmla="*/ 632 w 965"/>
                                  <a:gd name="T27" fmla="*/ 77 h 262"/>
                                  <a:gd name="T28" fmla="*/ 790 w 965"/>
                                  <a:gd name="T29" fmla="*/ 36 h 262"/>
                                  <a:gd name="T30" fmla="*/ 965 w 965"/>
                                  <a:gd name="T31" fmla="*/ 10 h 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965" h="262">
                                    <a:moveTo>
                                      <a:pt x="965" y="10"/>
                                    </a:moveTo>
                                    <a:lnTo>
                                      <a:pt x="869" y="0"/>
                                    </a:lnTo>
                                    <a:lnTo>
                                      <a:pt x="802" y="14"/>
                                    </a:lnTo>
                                    <a:lnTo>
                                      <a:pt x="699" y="24"/>
                                    </a:lnTo>
                                    <a:lnTo>
                                      <a:pt x="600" y="50"/>
                                    </a:lnTo>
                                    <a:lnTo>
                                      <a:pt x="471" y="77"/>
                                    </a:lnTo>
                                    <a:lnTo>
                                      <a:pt x="375" y="115"/>
                                    </a:lnTo>
                                    <a:lnTo>
                                      <a:pt x="231" y="137"/>
                                    </a:lnTo>
                                    <a:lnTo>
                                      <a:pt x="128" y="197"/>
                                    </a:lnTo>
                                    <a:lnTo>
                                      <a:pt x="41" y="228"/>
                                    </a:lnTo>
                                    <a:lnTo>
                                      <a:pt x="0" y="262"/>
                                    </a:lnTo>
                                    <a:lnTo>
                                      <a:pt x="140" y="216"/>
                                    </a:lnTo>
                                    <a:lnTo>
                                      <a:pt x="382" y="146"/>
                                    </a:lnTo>
                                    <a:lnTo>
                                      <a:pt x="632" y="77"/>
                                    </a:lnTo>
                                    <a:lnTo>
                                      <a:pt x="790" y="36"/>
                                    </a:lnTo>
                                    <a:lnTo>
                                      <a:pt x="965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A05A98" id="Freeform 434" o:spid="_x0000_s1026" style="position:absolute;margin-left:349.6pt;margin-top:57.85pt;width:48.25pt;height:13.1pt;z-index:25163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5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" path="m965,10l869,,802,14,699,24,600,50,471,77r-96,38l231,137,128,197,41,228,,262,140,216,382,146,632,77,790,36,965,10xe" fillcolor="#333">
                      <v:path arrowok="t" o:connecttype="custom" o:connectlocs="612775,6350;551815,0;509270,8890;443865,15240;381000,31750;299085,48895;238125,73025;146685,86995;81280,125095;26035,144780;0,166370;88900,137160;242570,92710;401320,48895;501650,22860;612775,6350" o:connectangles="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4" behindDoc="0" locked="0" layoutInCell="1" allowOverlap="1">
                      <wp:simplePos x="0" y="0"/>
                      <wp:positionH relativeFrom="column">
                        <wp:posOffset>5147310</wp:posOffset>
                      </wp:positionH>
                      <wp:positionV relativeFrom="paragraph">
                        <wp:posOffset>554990</wp:posOffset>
                      </wp:positionV>
                      <wp:extent cx="323215" cy="225425"/>
                      <wp:effectExtent l="38100" t="14605" r="29210" b="45720"/>
                      <wp:wrapNone/>
                      <wp:docPr id="40" name="Freeform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215" cy="225425"/>
                              </a:xfrm>
                              <a:custGeom>
                                <a:avLst/>
                                <a:gdLst>
                                  <a:gd name="T0" fmla="*/ 0 w 509"/>
                                  <a:gd name="T1" fmla="*/ 355 h 355"/>
                                  <a:gd name="T2" fmla="*/ 70 w 509"/>
                                  <a:gd name="T3" fmla="*/ 218 h 355"/>
                                  <a:gd name="T4" fmla="*/ 146 w 509"/>
                                  <a:gd name="T5" fmla="*/ 165 h 355"/>
                                  <a:gd name="T6" fmla="*/ 230 w 509"/>
                                  <a:gd name="T7" fmla="*/ 86 h 355"/>
                                  <a:gd name="T8" fmla="*/ 324 w 509"/>
                                  <a:gd name="T9" fmla="*/ 43 h 355"/>
                                  <a:gd name="T10" fmla="*/ 415 w 509"/>
                                  <a:gd name="T11" fmla="*/ 2 h 355"/>
                                  <a:gd name="T12" fmla="*/ 466 w 509"/>
                                  <a:gd name="T13" fmla="*/ 0 h 355"/>
                                  <a:gd name="T14" fmla="*/ 509 w 509"/>
                                  <a:gd name="T15" fmla="*/ 14 h 355"/>
                                  <a:gd name="T16" fmla="*/ 444 w 509"/>
                                  <a:gd name="T17" fmla="*/ 24 h 355"/>
                                  <a:gd name="T18" fmla="*/ 329 w 509"/>
                                  <a:gd name="T19" fmla="*/ 69 h 355"/>
                                  <a:gd name="T20" fmla="*/ 209 w 509"/>
                                  <a:gd name="T21" fmla="*/ 144 h 355"/>
                                  <a:gd name="T22" fmla="*/ 98 w 509"/>
                                  <a:gd name="T23" fmla="*/ 235 h 355"/>
                                  <a:gd name="T24" fmla="*/ 0 w 509"/>
                                  <a:gd name="T25" fmla="*/ 355 h 3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09" h="355">
                                    <a:moveTo>
                                      <a:pt x="0" y="355"/>
                                    </a:moveTo>
                                    <a:lnTo>
                                      <a:pt x="70" y="218"/>
                                    </a:lnTo>
                                    <a:lnTo>
                                      <a:pt x="146" y="165"/>
                                    </a:lnTo>
                                    <a:lnTo>
                                      <a:pt x="230" y="86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415" y="2"/>
                                    </a:lnTo>
                                    <a:lnTo>
                                      <a:pt x="466" y="0"/>
                                    </a:lnTo>
                                    <a:lnTo>
                                      <a:pt x="509" y="14"/>
                                    </a:lnTo>
                                    <a:lnTo>
                                      <a:pt x="444" y="24"/>
                                    </a:lnTo>
                                    <a:lnTo>
                                      <a:pt x="329" y="69"/>
                                    </a:lnTo>
                                    <a:lnTo>
                                      <a:pt x="209" y="144"/>
                                    </a:lnTo>
                                    <a:lnTo>
                                      <a:pt x="98" y="235"/>
                                    </a:lnTo>
                                    <a:lnTo>
                                      <a:pt x="0" y="3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6BB62" id="Freeform 433" o:spid="_x0000_s1026" style="position:absolute;margin-left:405.3pt;margin-top:43.7pt;width:25.45pt;height:17.75pt;z-index:251639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9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" path="m,355l70,218r76,-53l230,86,324,43,415,2,466,r43,14l444,24,329,69,209,144,98,235,,355xe" fillcolor="#333">
                      <v:path arrowok="t" o:connecttype="custom" o:connectlocs="0,225425;44450,138430;92710,104775;146050,54610;205740,27305;263525,1270;295910,0;323215,8890;281940,15240;208915,43815;132715,91440;62230,149225;0,225425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9" behindDoc="0" locked="0" layoutInCell="1" allowOverlap="1">
                      <wp:simplePos x="0" y="0"/>
                      <wp:positionH relativeFrom="column">
                        <wp:posOffset>5011420</wp:posOffset>
                      </wp:positionH>
                      <wp:positionV relativeFrom="paragraph">
                        <wp:posOffset>268605</wp:posOffset>
                      </wp:positionV>
                      <wp:extent cx="445135" cy="325755"/>
                      <wp:effectExtent l="54610" t="71120" r="43180" b="22225"/>
                      <wp:wrapNone/>
                      <wp:docPr id="39" name="Freeform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5135" cy="325755"/>
                              </a:xfrm>
                              <a:custGeom>
                                <a:avLst/>
                                <a:gdLst>
                                  <a:gd name="T0" fmla="*/ 701 w 701"/>
                                  <a:gd name="T1" fmla="*/ 0 h 513"/>
                                  <a:gd name="T2" fmla="*/ 634 w 701"/>
                                  <a:gd name="T3" fmla="*/ 136 h 513"/>
                                  <a:gd name="T4" fmla="*/ 586 w 701"/>
                                  <a:gd name="T5" fmla="*/ 220 h 513"/>
                                  <a:gd name="T6" fmla="*/ 521 w 701"/>
                                  <a:gd name="T7" fmla="*/ 276 h 513"/>
                                  <a:gd name="T8" fmla="*/ 466 w 701"/>
                                  <a:gd name="T9" fmla="*/ 297 h 513"/>
                                  <a:gd name="T10" fmla="*/ 384 w 701"/>
                                  <a:gd name="T11" fmla="*/ 369 h 513"/>
                                  <a:gd name="T12" fmla="*/ 300 w 701"/>
                                  <a:gd name="T13" fmla="*/ 412 h 513"/>
                                  <a:gd name="T14" fmla="*/ 224 w 701"/>
                                  <a:gd name="T15" fmla="*/ 460 h 513"/>
                                  <a:gd name="T16" fmla="*/ 147 w 701"/>
                                  <a:gd name="T17" fmla="*/ 492 h 513"/>
                                  <a:gd name="T18" fmla="*/ 0 w 701"/>
                                  <a:gd name="T19" fmla="*/ 513 h 513"/>
                                  <a:gd name="T20" fmla="*/ 156 w 701"/>
                                  <a:gd name="T21" fmla="*/ 453 h 513"/>
                                  <a:gd name="T22" fmla="*/ 356 w 701"/>
                                  <a:gd name="T23" fmla="*/ 350 h 513"/>
                                  <a:gd name="T24" fmla="*/ 500 w 701"/>
                                  <a:gd name="T25" fmla="*/ 242 h 513"/>
                                  <a:gd name="T26" fmla="*/ 632 w 701"/>
                                  <a:gd name="T27" fmla="*/ 103 h 513"/>
                                  <a:gd name="T28" fmla="*/ 701 w 701"/>
                                  <a:gd name="T29" fmla="*/ 0 h 5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701" h="513">
                                    <a:moveTo>
                                      <a:pt x="701" y="0"/>
                                    </a:moveTo>
                                    <a:lnTo>
                                      <a:pt x="634" y="136"/>
                                    </a:lnTo>
                                    <a:lnTo>
                                      <a:pt x="586" y="220"/>
                                    </a:lnTo>
                                    <a:lnTo>
                                      <a:pt x="521" y="276"/>
                                    </a:lnTo>
                                    <a:lnTo>
                                      <a:pt x="466" y="297"/>
                                    </a:lnTo>
                                    <a:lnTo>
                                      <a:pt x="384" y="369"/>
                                    </a:lnTo>
                                    <a:lnTo>
                                      <a:pt x="300" y="412"/>
                                    </a:lnTo>
                                    <a:lnTo>
                                      <a:pt x="224" y="460"/>
                                    </a:lnTo>
                                    <a:lnTo>
                                      <a:pt x="147" y="492"/>
                                    </a:lnTo>
                                    <a:lnTo>
                                      <a:pt x="0" y="513"/>
                                    </a:lnTo>
                                    <a:lnTo>
                                      <a:pt x="156" y="453"/>
                                    </a:lnTo>
                                    <a:lnTo>
                                      <a:pt x="356" y="350"/>
                                    </a:lnTo>
                                    <a:lnTo>
                                      <a:pt x="500" y="242"/>
                                    </a:lnTo>
                                    <a:lnTo>
                                      <a:pt x="632" y="103"/>
                                    </a:lnTo>
                                    <a:lnTo>
                                      <a:pt x="70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5365C" id="Freeform 432" o:spid="_x0000_s1026" style="position:absolute;margin-left:394.6pt;margin-top:21.15pt;width:35.05pt;height:25.65pt;z-index:251640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1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" path="m701,l634,136r-48,84l521,276r-55,21l384,369r-84,43l224,460r-77,32l,513,156,453,356,350,500,242,632,103,701,xe" fillcolor="#333">
                      <v:path arrowok="t" o:connecttype="custom" o:connectlocs="445135,0;402590,86360;372110,139700;330835,175260;295910,188595;243840,234315;190500,261620;142240,292100;93345,312420;0,325755;99060,287655;226060,222250;317500,153670;401320,65405;445135,0" o:connectangles="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3901440</wp:posOffset>
                      </wp:positionH>
                      <wp:positionV relativeFrom="paragraph">
                        <wp:posOffset>989965</wp:posOffset>
                      </wp:positionV>
                      <wp:extent cx="194945" cy="81915"/>
                      <wp:effectExtent l="30480" t="11430" r="22225" b="20955"/>
                      <wp:wrapNone/>
                      <wp:docPr id="38" name="Freeform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4945" cy="81915"/>
                              </a:xfrm>
                              <a:custGeom>
                                <a:avLst/>
                                <a:gdLst>
                                  <a:gd name="T0" fmla="*/ 0 w 307"/>
                                  <a:gd name="T1" fmla="*/ 129 h 129"/>
                                  <a:gd name="T2" fmla="*/ 100 w 307"/>
                                  <a:gd name="T3" fmla="*/ 50 h 129"/>
                                  <a:gd name="T4" fmla="*/ 179 w 307"/>
                                  <a:gd name="T5" fmla="*/ 0 h 129"/>
                                  <a:gd name="T6" fmla="*/ 307 w 307"/>
                                  <a:gd name="T7" fmla="*/ 15 h 129"/>
                                  <a:gd name="T8" fmla="*/ 150 w 307"/>
                                  <a:gd name="T9" fmla="*/ 100 h 129"/>
                                  <a:gd name="T10" fmla="*/ 0 w 307"/>
                                  <a:gd name="T11" fmla="*/ 129 h 1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07" h="129">
                                    <a:moveTo>
                                      <a:pt x="0" y="129"/>
                                    </a:moveTo>
                                    <a:lnTo>
                                      <a:pt x="100" y="50"/>
                                    </a:lnTo>
                                    <a:lnTo>
                                      <a:pt x="179" y="0"/>
                                    </a:lnTo>
                                    <a:lnTo>
                                      <a:pt x="307" y="15"/>
                                    </a:lnTo>
                                    <a:lnTo>
                                      <a:pt x="150" y="100"/>
                                    </a:lnTo>
                                    <a:lnTo>
                                      <a:pt x="0" y="1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D6333" id="Freeform 431" o:spid="_x0000_s1026" style="position:absolute;margin-left:307.2pt;margin-top:77.95pt;width:15.35pt;height:6.4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7,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" path="m,129l100,50,179,,307,15,150,100,,129xe" fillcolor="#333">
                      <v:path arrowok="t" o:connecttype="custom" o:connectlocs="0,81915;63500,31750;113665,0;194945,9525;95250,63500;0,81915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4091940</wp:posOffset>
                      </wp:positionH>
                      <wp:positionV relativeFrom="paragraph">
                        <wp:posOffset>736600</wp:posOffset>
                      </wp:positionV>
                      <wp:extent cx="882650" cy="389255"/>
                      <wp:effectExtent l="30480" t="15240" r="10795" b="33655"/>
                      <wp:wrapNone/>
                      <wp:docPr id="37" name="Freeform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389255"/>
                              </a:xfrm>
                              <a:custGeom>
                                <a:avLst/>
                                <a:gdLst>
                                  <a:gd name="T0" fmla="*/ 1390 w 1390"/>
                                  <a:gd name="T1" fmla="*/ 43 h 613"/>
                                  <a:gd name="T2" fmla="*/ 1361 w 1390"/>
                                  <a:gd name="T3" fmla="*/ 0 h 613"/>
                                  <a:gd name="T4" fmla="*/ 1169 w 1390"/>
                                  <a:gd name="T5" fmla="*/ 43 h 613"/>
                                  <a:gd name="T6" fmla="*/ 877 w 1390"/>
                                  <a:gd name="T7" fmla="*/ 100 h 613"/>
                                  <a:gd name="T8" fmla="*/ 549 w 1390"/>
                                  <a:gd name="T9" fmla="*/ 250 h 613"/>
                                  <a:gd name="T10" fmla="*/ 356 w 1390"/>
                                  <a:gd name="T11" fmla="*/ 314 h 613"/>
                                  <a:gd name="T12" fmla="*/ 135 w 1390"/>
                                  <a:gd name="T13" fmla="*/ 428 h 613"/>
                                  <a:gd name="T14" fmla="*/ 0 w 1390"/>
                                  <a:gd name="T15" fmla="*/ 613 h 613"/>
                                  <a:gd name="T16" fmla="*/ 321 w 1390"/>
                                  <a:gd name="T17" fmla="*/ 385 h 613"/>
                                  <a:gd name="T18" fmla="*/ 527 w 1390"/>
                                  <a:gd name="T19" fmla="*/ 271 h 613"/>
                                  <a:gd name="T20" fmla="*/ 1269 w 1390"/>
                                  <a:gd name="T21" fmla="*/ 57 h 6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390" h="613">
                                    <a:moveTo>
                                      <a:pt x="1390" y="43"/>
                                    </a:moveTo>
                                    <a:lnTo>
                                      <a:pt x="1361" y="0"/>
                                    </a:lnTo>
                                    <a:lnTo>
                                      <a:pt x="1169" y="43"/>
                                    </a:lnTo>
                                    <a:lnTo>
                                      <a:pt x="877" y="100"/>
                                    </a:lnTo>
                                    <a:lnTo>
                                      <a:pt x="549" y="250"/>
                                    </a:lnTo>
                                    <a:lnTo>
                                      <a:pt x="356" y="314"/>
                                    </a:lnTo>
                                    <a:lnTo>
                                      <a:pt x="135" y="428"/>
                                    </a:lnTo>
                                    <a:lnTo>
                                      <a:pt x="0" y="613"/>
                                    </a:lnTo>
                                    <a:lnTo>
                                      <a:pt x="321" y="385"/>
                                    </a:lnTo>
                                    <a:lnTo>
                                      <a:pt x="527" y="271"/>
                                    </a:lnTo>
                                    <a:lnTo>
                                      <a:pt x="1269" y="57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9C80074" id="Freeform 430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91.7pt,60.15pt,390.25pt,58pt,380.65pt,60.15pt,366.05pt,63pt,349.65pt,70.5pt,340pt,73.7pt,328.95pt,79.4pt,322.2pt,88.65pt,338.25pt,77.25pt,348.55pt,71.55pt,385.65pt,60.85pt" coordsize="1390,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" fillcolor="#333">
                      <v:path arrowok="t" o:connecttype="custom" o:connectlocs="882650,27305;864235,0;742315,27305;556895,63500;348615,158750;226060,199390;85725,271780;0,389255;203835,244475;334645,172085;805815,36195" o:connectangles="0,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4046855</wp:posOffset>
                      </wp:positionH>
                      <wp:positionV relativeFrom="paragraph">
                        <wp:posOffset>628015</wp:posOffset>
                      </wp:positionV>
                      <wp:extent cx="859790" cy="285115"/>
                      <wp:effectExtent l="42545" t="11430" r="12065" b="17780"/>
                      <wp:wrapNone/>
                      <wp:docPr id="36" name="Freeform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9790" cy="285115"/>
                              </a:xfrm>
                              <a:custGeom>
                                <a:avLst/>
                                <a:gdLst>
                                  <a:gd name="T0" fmla="*/ 1354 w 1354"/>
                                  <a:gd name="T1" fmla="*/ 50 h 449"/>
                                  <a:gd name="T2" fmla="*/ 734 w 1354"/>
                                  <a:gd name="T3" fmla="*/ 271 h 449"/>
                                  <a:gd name="T4" fmla="*/ 584 w 1354"/>
                                  <a:gd name="T5" fmla="*/ 335 h 449"/>
                                  <a:gd name="T6" fmla="*/ 434 w 1354"/>
                                  <a:gd name="T7" fmla="*/ 392 h 449"/>
                                  <a:gd name="T8" fmla="*/ 349 w 1354"/>
                                  <a:gd name="T9" fmla="*/ 421 h 449"/>
                                  <a:gd name="T10" fmla="*/ 242 w 1354"/>
                                  <a:gd name="T11" fmla="*/ 442 h 449"/>
                                  <a:gd name="T12" fmla="*/ 0 w 1354"/>
                                  <a:gd name="T13" fmla="*/ 449 h 449"/>
                                  <a:gd name="T14" fmla="*/ 506 w 1354"/>
                                  <a:gd name="T15" fmla="*/ 264 h 449"/>
                                  <a:gd name="T16" fmla="*/ 1333 w 1354"/>
                                  <a:gd name="T17" fmla="*/ 0 h 4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354" h="449">
                                    <a:moveTo>
                                      <a:pt x="1354" y="50"/>
                                    </a:moveTo>
                                    <a:lnTo>
                                      <a:pt x="734" y="271"/>
                                    </a:lnTo>
                                    <a:lnTo>
                                      <a:pt x="584" y="335"/>
                                    </a:lnTo>
                                    <a:lnTo>
                                      <a:pt x="434" y="392"/>
                                    </a:lnTo>
                                    <a:lnTo>
                                      <a:pt x="349" y="421"/>
                                    </a:lnTo>
                                    <a:lnTo>
                                      <a:pt x="242" y="442"/>
                                    </a:lnTo>
                                    <a:lnTo>
                                      <a:pt x="0" y="449"/>
                                    </a:lnTo>
                                    <a:lnTo>
                                      <a:pt x="506" y="264"/>
                                    </a:lnTo>
                                    <a:lnTo>
                                      <a:pt x="1333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096DAB5" id="Freeform 429" o:spid="_x0000_s1026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86.35pt,51.95pt,355.35pt,63pt,347.85pt,66.2pt,340.35pt,69.05pt,336.1pt,70.5pt,330.75pt,71.55pt,318.65pt,71.9pt,343.95pt,62.65pt,385.3pt,49.45pt" coordsize="1354,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" fillcolor="#333">
                      <v:path arrowok="t" o:connecttype="custom" o:connectlocs="859790,31750;466090,172085;370840,212725;275590,248920;221615,267335;153670,280670;0,285115;321310,167640;846455,0" o:connectangles="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3874770</wp:posOffset>
                      </wp:positionH>
                      <wp:positionV relativeFrom="paragraph">
                        <wp:posOffset>1044575</wp:posOffset>
                      </wp:positionV>
                      <wp:extent cx="257810" cy="226060"/>
                      <wp:effectExtent l="13335" t="46990" r="52705" b="12700"/>
                      <wp:wrapNone/>
                      <wp:docPr id="35" name="AutoShape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7810" cy="2260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ECD2A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28" o:spid="_x0000_s1026" type="#_x0000_t32" style="position:absolute;margin-left:305.1pt;margin-top:82.25pt;width:20.3pt;height:17.8p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" strokecolor="blue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5558790</wp:posOffset>
                      </wp:positionH>
                      <wp:positionV relativeFrom="paragraph">
                        <wp:posOffset>622935</wp:posOffset>
                      </wp:positionV>
                      <wp:extent cx="94615" cy="248920"/>
                      <wp:effectExtent l="20955" t="25400" r="17780" b="20955"/>
                      <wp:wrapNone/>
                      <wp:docPr id="34" name="Freeform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615" cy="248920"/>
                              </a:xfrm>
                              <a:custGeom>
                                <a:avLst/>
                                <a:gdLst>
                                  <a:gd name="T0" fmla="*/ 0 w 149"/>
                                  <a:gd name="T1" fmla="*/ 0 h 392"/>
                                  <a:gd name="T2" fmla="*/ 128 w 149"/>
                                  <a:gd name="T3" fmla="*/ 129 h 392"/>
                                  <a:gd name="T4" fmla="*/ 149 w 149"/>
                                  <a:gd name="T5" fmla="*/ 236 h 392"/>
                                  <a:gd name="T6" fmla="*/ 92 w 149"/>
                                  <a:gd name="T7" fmla="*/ 328 h 392"/>
                                  <a:gd name="T8" fmla="*/ 42 w 149"/>
                                  <a:gd name="T9" fmla="*/ 392 h 392"/>
                                  <a:gd name="T10" fmla="*/ 35 w 149"/>
                                  <a:gd name="T11" fmla="*/ 157 h 392"/>
                                  <a:gd name="T12" fmla="*/ 0 w 149"/>
                                  <a:gd name="T13" fmla="*/ 0 h 3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49" h="392">
                                    <a:moveTo>
                                      <a:pt x="0" y="0"/>
                                    </a:moveTo>
                                    <a:lnTo>
                                      <a:pt x="128" y="129"/>
                                    </a:lnTo>
                                    <a:lnTo>
                                      <a:pt x="149" y="236"/>
                                    </a:lnTo>
                                    <a:lnTo>
                                      <a:pt x="92" y="328"/>
                                    </a:lnTo>
                                    <a:lnTo>
                                      <a:pt x="42" y="392"/>
                                    </a:lnTo>
                                    <a:lnTo>
                                      <a:pt x="3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60E3FE" id="Freeform 422" o:spid="_x0000_s1026" style="position:absolute;margin-left:437.7pt;margin-top:49.05pt;width:7.45pt;height:19.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,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" path="m,l128,129r21,107l92,328,42,392,35,157,,xe" fillcolor="#333">
                      <v:path arrowok="t" o:connecttype="custom" o:connectlocs="0,0;81280,81915;94615,149860;58420,208280;26670,248920;22225,99695;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5648960</wp:posOffset>
                      </wp:positionH>
                      <wp:positionV relativeFrom="paragraph">
                        <wp:posOffset>7620</wp:posOffset>
                      </wp:positionV>
                      <wp:extent cx="172085" cy="1082040"/>
                      <wp:effectExtent l="15875" t="10160" r="40640" b="79375"/>
                      <wp:wrapNone/>
                      <wp:docPr id="33" name="Freeform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085" cy="1082040"/>
                              </a:xfrm>
                              <a:custGeom>
                                <a:avLst/>
                                <a:gdLst>
                                  <a:gd name="T0" fmla="*/ 0 w 271"/>
                                  <a:gd name="T1" fmla="*/ 671 h 1704"/>
                                  <a:gd name="T2" fmla="*/ 43 w 271"/>
                                  <a:gd name="T3" fmla="*/ 949 h 1704"/>
                                  <a:gd name="T4" fmla="*/ 64 w 271"/>
                                  <a:gd name="T5" fmla="*/ 1134 h 1704"/>
                                  <a:gd name="T6" fmla="*/ 171 w 271"/>
                                  <a:gd name="T7" fmla="*/ 1483 h 1704"/>
                                  <a:gd name="T8" fmla="*/ 271 w 271"/>
                                  <a:gd name="T9" fmla="*/ 1704 h 1704"/>
                                  <a:gd name="T10" fmla="*/ 128 w 271"/>
                                  <a:gd name="T11" fmla="*/ 1248 h 1704"/>
                                  <a:gd name="T12" fmla="*/ 86 w 271"/>
                                  <a:gd name="T13" fmla="*/ 1020 h 1704"/>
                                  <a:gd name="T14" fmla="*/ 43 w 271"/>
                                  <a:gd name="T15" fmla="*/ 713 h 1704"/>
                                  <a:gd name="T16" fmla="*/ 43 w 271"/>
                                  <a:gd name="T17" fmla="*/ 528 h 1704"/>
                                  <a:gd name="T18" fmla="*/ 79 w 271"/>
                                  <a:gd name="T19" fmla="*/ 293 h 1704"/>
                                  <a:gd name="T20" fmla="*/ 178 w 271"/>
                                  <a:gd name="T21" fmla="*/ 0 h 1704"/>
                                  <a:gd name="T22" fmla="*/ 21 w 271"/>
                                  <a:gd name="T23" fmla="*/ 435 h 1704"/>
                                  <a:gd name="T24" fmla="*/ 0 w 271"/>
                                  <a:gd name="T25" fmla="*/ 671 h 17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71" h="1704">
                                    <a:moveTo>
                                      <a:pt x="0" y="671"/>
                                    </a:moveTo>
                                    <a:lnTo>
                                      <a:pt x="43" y="949"/>
                                    </a:lnTo>
                                    <a:lnTo>
                                      <a:pt x="64" y="1134"/>
                                    </a:lnTo>
                                    <a:lnTo>
                                      <a:pt x="171" y="1483"/>
                                    </a:lnTo>
                                    <a:lnTo>
                                      <a:pt x="271" y="1704"/>
                                    </a:lnTo>
                                    <a:lnTo>
                                      <a:pt x="128" y="1248"/>
                                    </a:lnTo>
                                    <a:lnTo>
                                      <a:pt x="86" y="1020"/>
                                    </a:lnTo>
                                    <a:lnTo>
                                      <a:pt x="43" y="713"/>
                                    </a:lnTo>
                                    <a:lnTo>
                                      <a:pt x="43" y="528"/>
                                    </a:lnTo>
                                    <a:lnTo>
                                      <a:pt x="79" y="293"/>
                                    </a:lnTo>
                                    <a:lnTo>
                                      <a:pt x="178" y="0"/>
                                    </a:lnTo>
                                    <a:lnTo>
                                      <a:pt x="21" y="435"/>
                                    </a:lnTo>
                                    <a:lnTo>
                                      <a:pt x="0" y="67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497CD" id="Freeform 427" o:spid="_x0000_s1026" style="position:absolute;margin-left:444.8pt;margin-top:.6pt;width:13.55pt;height:85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1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" path="m,671l43,949r21,185l171,1483r100,221l128,1248,86,1020,43,713r,-185l79,293,178,,21,435,,671xe" fillcolor="#333">
                      <v:path arrowok="t" o:connecttype="custom" o:connectlocs="0,426085;27305,602615;40640,720090;108585,941705;172085,1082040;81280,792480;54610,647700;27305,452755;27305,335280;50165,186055;113030,0;13335,276225;0,426085" o:connectangles="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5878830</wp:posOffset>
                      </wp:positionH>
                      <wp:positionV relativeFrom="paragraph">
                        <wp:posOffset>988695</wp:posOffset>
                      </wp:positionV>
                      <wp:extent cx="306070" cy="152400"/>
                      <wp:effectExtent l="7620" t="635" r="635" b="8890"/>
                      <wp:wrapNone/>
                      <wp:docPr id="32" name="Text Box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3623CE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M204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8" o:spid="_x0000_s1026" type="#_x0000_t202" style="position:absolute;left:0;text-align:left;margin-left:462.9pt;margin-top:77.85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I6oA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3623CE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4786630</wp:posOffset>
                      </wp:positionH>
                      <wp:positionV relativeFrom="paragraph">
                        <wp:posOffset>167640</wp:posOffset>
                      </wp:positionV>
                      <wp:extent cx="360045" cy="287655"/>
                      <wp:effectExtent l="1270" t="8255" r="635" b="8890"/>
                      <wp:wrapNone/>
                      <wp:docPr id="3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287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Not Seen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027" type="#_x0000_t202" style="position:absolute;left:0;text-align:left;margin-left:376.9pt;margin-top:13.2pt;width:28.35pt;height:22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y/pQ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Not Seen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5005070</wp:posOffset>
                      </wp:positionH>
                      <wp:positionV relativeFrom="paragraph">
                        <wp:posOffset>436245</wp:posOffset>
                      </wp:positionV>
                      <wp:extent cx="285115" cy="429895"/>
                      <wp:effectExtent l="10160" t="10160" r="9525" b="7620"/>
                      <wp:wrapNone/>
                      <wp:docPr id="30" name="Lin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115" cy="4298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207DD1" id="Line 425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4.1pt,34.35pt" to="416.55pt,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5223510</wp:posOffset>
                      </wp:positionH>
                      <wp:positionV relativeFrom="paragraph">
                        <wp:posOffset>401320</wp:posOffset>
                      </wp:positionV>
                      <wp:extent cx="226695" cy="343535"/>
                      <wp:effectExtent l="9525" t="13335" r="11430" b="5080"/>
                      <wp:wrapNone/>
                      <wp:docPr id="29" name="Line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6695" cy="3435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EBFBC4" id="Line 424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3pt,31.6pt" to="429.15pt,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4801235</wp:posOffset>
                      </wp:positionH>
                      <wp:positionV relativeFrom="paragraph">
                        <wp:posOffset>490220</wp:posOffset>
                      </wp:positionV>
                      <wp:extent cx="280670" cy="421005"/>
                      <wp:effectExtent l="6350" t="6985" r="8255" b="10160"/>
                      <wp:wrapNone/>
                      <wp:docPr id="28" name="Line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4210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89B9ED" id="Line 426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05pt,38.6pt" to="400.15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"/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5787390</wp:posOffset>
                      </wp:positionH>
                      <wp:positionV relativeFrom="paragraph">
                        <wp:posOffset>651510</wp:posOffset>
                      </wp:positionV>
                      <wp:extent cx="618490" cy="152400"/>
                      <wp:effectExtent l="1905" t="6350" r="8255" b="3175"/>
                      <wp:wrapNone/>
                      <wp:docPr id="27" name="Text Box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849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3623CE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M255/109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7" o:spid="_x0000_s1028" type="#_x0000_t202" style="position:absolute;left:0;text-align:left;margin-left:455.7pt;margin-top:51.3pt;width:48.7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6HdoQIAAFM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3623CE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M255/109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3649980</wp:posOffset>
                      </wp:positionV>
                      <wp:extent cx="476250" cy="0"/>
                      <wp:effectExtent l="9525" t="13970" r="9525" b="5080"/>
                      <wp:wrapNone/>
                      <wp:docPr id="26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78DD30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87.4pt" to="172.05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iJ4FQIAACo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3145155</wp:posOffset>
                      </wp:positionV>
                      <wp:extent cx="647700" cy="0"/>
                      <wp:effectExtent l="9525" t="13970" r="9525" b="5080"/>
                      <wp:wrapNone/>
                      <wp:docPr id="25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B0E22D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247.65pt" to="186.3pt,2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3040380</wp:posOffset>
                      </wp:positionV>
                      <wp:extent cx="257175" cy="0"/>
                      <wp:effectExtent l="9525" t="13970" r="9525" b="5080"/>
                      <wp:wrapNone/>
                      <wp:docPr id="24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14CCAA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55pt,239.4pt" to="124.8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48G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3590290</wp:posOffset>
                      </wp:positionV>
                      <wp:extent cx="306070" cy="152400"/>
                      <wp:effectExtent l="5715" t="1905" r="2540" b="7620"/>
                      <wp:wrapNone/>
                      <wp:docPr id="23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" o:spid="_x0000_s1029" type="#_x0000_t202" style="position:absolute;left:0;text-align:left;margin-left:168pt;margin-top:282.7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LUcngIAAEw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3088640</wp:posOffset>
                      </wp:positionV>
                      <wp:extent cx="306070" cy="152400"/>
                      <wp:effectExtent l="3810" t="5080" r="4445" b="4445"/>
                      <wp:wrapNone/>
                      <wp:docPr id="22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30" type="#_x0000_t202" style="position:absolute;left:0;text-align:left;margin-left:182.85pt;margin-top:243.2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fXtoQIAAFM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2963545</wp:posOffset>
                      </wp:positionV>
                      <wp:extent cx="306070" cy="152400"/>
                      <wp:effectExtent l="7620" t="3810" r="635" b="5715"/>
                      <wp:wrapNone/>
                      <wp:docPr id="21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31" type="#_x0000_t202" style="position:absolute;left:0;text-align:left;margin-left:81.15pt;margin-top:233.3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Bsn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TjASpIMavdDBorUc0CSbug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2219960</wp:posOffset>
                      </wp:positionV>
                      <wp:extent cx="306070" cy="152400"/>
                      <wp:effectExtent l="2540" t="3175" r="5715" b="6350"/>
                      <wp:wrapNone/>
                      <wp:docPr id="20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32" type="#_x0000_t202" style="position:absolute;left:0;text-align:left;margin-left:171.5pt;margin-top:174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2019935</wp:posOffset>
                      </wp:positionV>
                      <wp:extent cx="306070" cy="152400"/>
                      <wp:effectExtent l="2540" t="3175" r="5715" b="6350"/>
                      <wp:wrapNone/>
                      <wp:docPr id="19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4" o:spid="_x0000_s1033" type="#_x0000_t202" style="position:absolute;left:0;text-align:left;margin-left:138.5pt;margin-top:159.0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ScoAIAAFM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7620" r="2540" b="1905"/>
                      <wp:wrapNone/>
                      <wp:docPr id="18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4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TlY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2256155</wp:posOffset>
                      </wp:positionH>
                      <wp:positionV relativeFrom="paragraph">
                        <wp:posOffset>1493520</wp:posOffset>
                      </wp:positionV>
                      <wp:extent cx="306070" cy="152400"/>
                      <wp:effectExtent l="4445" t="635" r="3810" b="8890"/>
                      <wp:wrapNone/>
                      <wp:docPr id="17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5" type="#_x0000_t202" style="position:absolute;left:0;text-align:left;margin-left:177.65pt;margin-top:117.6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BxD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1301750</wp:posOffset>
                      </wp:positionV>
                      <wp:extent cx="306070" cy="152400"/>
                      <wp:effectExtent l="7620" t="8890" r="635" b="635"/>
                      <wp:wrapNone/>
                      <wp:docPr id="16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36" type="#_x0000_t202" style="position:absolute;left:0;text-align:left;margin-left:202.65pt;margin-top:102.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JfooQ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2941955</wp:posOffset>
                      </wp:positionH>
                      <wp:positionV relativeFrom="paragraph">
                        <wp:posOffset>1122045</wp:posOffset>
                      </wp:positionV>
                      <wp:extent cx="306070" cy="152400"/>
                      <wp:effectExtent l="4445" t="635" r="3810" b="8890"/>
                      <wp:wrapNone/>
                      <wp:docPr id="15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37" type="#_x0000_t202" style="position:absolute;left:0;text-align:left;margin-left:231.65pt;margin-top:88.3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3282315</wp:posOffset>
                      </wp:positionH>
                      <wp:positionV relativeFrom="paragraph">
                        <wp:posOffset>962025</wp:posOffset>
                      </wp:positionV>
                      <wp:extent cx="306070" cy="152400"/>
                      <wp:effectExtent l="1905" t="2540" r="6350" b="6985"/>
                      <wp:wrapNone/>
                      <wp:docPr id="14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38" type="#_x0000_t202" style="position:absolute;left:0;text-align:left;margin-left:258.45pt;margin-top:75.7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804545</wp:posOffset>
                      </wp:positionV>
                      <wp:extent cx="306070" cy="152400"/>
                      <wp:effectExtent l="1905" t="6985" r="6350" b="2540"/>
                      <wp:wrapNone/>
                      <wp:docPr id="13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M56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39" type="#_x0000_t202" style="position:absolute;left:0;text-align:left;margin-left:288.45pt;margin-top:63.3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tYAoA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3903345</wp:posOffset>
                      </wp:positionH>
                      <wp:positionV relativeFrom="paragraph">
                        <wp:posOffset>1273810</wp:posOffset>
                      </wp:positionV>
                      <wp:extent cx="496570" cy="142875"/>
                      <wp:effectExtent l="3810" t="0" r="4445" b="0"/>
                      <wp:wrapNone/>
                      <wp:docPr id="12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Reversed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40" type="#_x0000_t202" style="position:absolute;left:0;text-align:left;margin-left:307.35pt;margin-top:100.3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Reversed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4078605</wp:posOffset>
                      </wp:positionH>
                      <wp:positionV relativeFrom="paragraph">
                        <wp:posOffset>656590</wp:posOffset>
                      </wp:positionV>
                      <wp:extent cx="306070" cy="152400"/>
                      <wp:effectExtent l="7620" t="1905" r="635" b="7620"/>
                      <wp:wrapNone/>
                      <wp:docPr id="11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041" type="#_x0000_t202" style="position:absolute;left:0;text-align:left;margin-left:321.15pt;margin-top:51.7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I9AoA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497205</wp:posOffset>
                      </wp:positionV>
                      <wp:extent cx="306070" cy="152400"/>
                      <wp:effectExtent l="5715" t="4445" r="2540" b="5080"/>
                      <wp:wrapNone/>
                      <wp:docPr id="10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623CE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042" type="#_x0000_t202" style="position:absolute;left:0;text-align:left;margin-left:355.5pt;margin-top:39.15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623CE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635" r="0" b="0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43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NAyuj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0" r="0" b="0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4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1270" r="0" b="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5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AD4CCC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AC553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15875</wp:posOffset>
                      </wp:positionV>
                      <wp:extent cx="395605" cy="61595"/>
                      <wp:effectExtent l="13335" t="8255" r="10160" b="15875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04E3D" id="Freeform 379" o:spid="_x0000_s1026" style="position:absolute;margin-left:61.35pt;margin-top:1.2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AC553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2508885</wp:posOffset>
                      </wp:positionH>
                      <wp:positionV relativeFrom="paragraph">
                        <wp:posOffset>11430</wp:posOffset>
                      </wp:positionV>
                      <wp:extent cx="395605" cy="61595"/>
                      <wp:effectExtent l="6985" t="13335" r="6985" b="10795"/>
                      <wp:wrapNone/>
                      <wp:docPr id="5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73084" id="Freeform 381" o:spid="_x0000_s1026" style="position:absolute;margin-left:197.55pt;margin-top:.9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TMmkg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16510</wp:posOffset>
                      </wp:positionV>
                      <wp:extent cx="395605" cy="61595"/>
                      <wp:effectExtent l="12700" t="8890" r="10795" b="15240"/>
                      <wp:wrapNone/>
                      <wp:docPr id="4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3564D" id="Freeform 380" o:spid="_x0000_s1026" style="position:absolute;margin-left:137.25pt;margin-top:1.3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3DkQQAAJ8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7620</wp:posOffset>
                      </wp:positionV>
                      <wp:extent cx="395605" cy="61595"/>
                      <wp:effectExtent l="8890" t="9525" r="5080" b="14605"/>
                      <wp:wrapNone/>
                      <wp:docPr id="3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299948" id="Freeform 378" o:spid="_x0000_s1026" alt="Granite" style="position:absolute;margin-left:48.45pt;margin-top:.6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3726815</wp:posOffset>
                      </wp:positionH>
                      <wp:positionV relativeFrom="paragraph">
                        <wp:posOffset>11430</wp:posOffset>
                      </wp:positionV>
                      <wp:extent cx="335280" cy="62865"/>
                      <wp:effectExtent l="15240" t="13335" r="30480" b="9525"/>
                      <wp:wrapNone/>
                      <wp:docPr id="2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15C47" id="Freeform 382" o:spid="_x0000_s1026" style="position:absolute;margin-left:293.45pt;margin-top:.9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mxBQ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Surface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3623CE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3623CE">
              <w:rPr>
                <w:rFonts w:ascii="Arial" w:hAnsi="Arial" w:cs="Arial"/>
                <w:bCs/>
                <w:color w:val="808080"/>
                <w:sz w:val="16"/>
                <w:szCs w:val="16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3623CE" w:rsidRDefault="003623CE" w:rsidP="003623CE">
            <w:pPr>
              <w:tabs>
                <w:tab w:val="left" w:pos="822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3623CE">
              <w:rPr>
                <w:rFonts w:ascii="Arial" w:hAnsi="Arial" w:cs="Arial"/>
                <w:sz w:val="16"/>
                <w:szCs w:val="16"/>
              </w:rPr>
              <w:t>ABPI attempted but no right pedal pulses were detected, so a Right Lower Limb Arterial Doppler scan was performed as requested.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3623CE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3623CE">
              <w:rPr>
                <w:rFonts w:ascii="Arial" w:hAnsi="Arial" w:cs="Arial"/>
                <w:color w:val="808080"/>
                <w:sz w:val="16"/>
                <w:szCs w:val="16"/>
              </w:rPr>
              <w:t>Aortoiliac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3623CE" w:rsidRDefault="003623CE" w:rsidP="00C2200D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Difficult to </w:t>
            </w:r>
            <w:proofErr w:type="spellStart"/>
            <w:r w:rsidRPr="003623CE">
              <w:rPr>
                <w:rFonts w:ascii="Arial" w:hAnsi="Arial"/>
                <w:bCs/>
                <w:sz w:val="16"/>
                <w:szCs w:val="16"/>
              </w:rPr>
              <w:t>visualise</w:t>
            </w:r>
            <w:proofErr w:type="spellEnd"/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 due to overlying bowel gas. The </w:t>
            </w:r>
            <w:r>
              <w:rPr>
                <w:rFonts w:ascii="Arial" w:hAnsi="Arial"/>
                <w:bCs/>
                <w:sz w:val="16"/>
                <w:szCs w:val="16"/>
              </w:rPr>
              <w:t>r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ight CIA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and proximal right EIA 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>w</w:t>
            </w:r>
            <w:r>
              <w:rPr>
                <w:rFonts w:ascii="Arial" w:hAnsi="Arial"/>
                <w:bCs/>
                <w:sz w:val="16"/>
                <w:szCs w:val="16"/>
              </w:rPr>
              <w:t>ere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 not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able to be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 assessed, however low </w:t>
            </w:r>
            <w:r w:rsidR="00C2200D">
              <w:rPr>
                <w:rFonts w:ascii="Arial" w:hAnsi="Arial"/>
                <w:bCs/>
                <w:sz w:val="16"/>
                <w:szCs w:val="16"/>
              </w:rPr>
              <w:t>velocity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 damped monophasic waveforms seen in the mid </w:t>
            </w:r>
            <w:r w:rsidR="00C2200D" w:rsidRPr="003623CE">
              <w:rPr>
                <w:rFonts w:ascii="Arial" w:hAnsi="Arial"/>
                <w:bCs/>
                <w:sz w:val="16"/>
                <w:szCs w:val="16"/>
              </w:rPr>
              <w:t xml:space="preserve">right 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EIA indicate </w:t>
            </w:r>
            <w:r w:rsidR="00C2200D">
              <w:rPr>
                <w:rFonts w:ascii="Arial" w:hAnsi="Arial"/>
                <w:bCs/>
                <w:sz w:val="16"/>
                <w:szCs w:val="16"/>
              </w:rPr>
              <w:t xml:space="preserve">significant 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proximal </w:t>
            </w:r>
            <w:r w:rsidR="00C2200D">
              <w:rPr>
                <w:rFonts w:ascii="Arial" w:hAnsi="Arial"/>
                <w:bCs/>
                <w:sz w:val="16"/>
                <w:szCs w:val="16"/>
              </w:rPr>
              <w:t>disease</w:t>
            </w:r>
            <w:bookmarkStart w:id="0" w:name="_GoBack"/>
            <w:bookmarkEnd w:id="0"/>
            <w:r w:rsidRPr="003623CE">
              <w:rPr>
                <w:rFonts w:ascii="Arial" w:hAnsi="Arial"/>
                <w:bCs/>
                <w:sz w:val="16"/>
                <w:szCs w:val="16"/>
              </w:rPr>
              <w:t>. 50-74% left CIA stenosis. Diffuse calcification throughout. Normal flow seen within the Aorta, which is of normal calibre.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3623CE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3623CE">
              <w:rPr>
                <w:rFonts w:ascii="Arial" w:hAnsi="Arial" w:cs="Arial"/>
                <w:color w:val="808080"/>
                <w:sz w:val="16"/>
                <w:szCs w:val="16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3623CE" w:rsidRDefault="003623CE" w:rsidP="003623CE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623CE">
              <w:rPr>
                <w:rFonts w:ascii="Arial" w:hAnsi="Arial"/>
                <w:bCs/>
                <w:sz w:val="16"/>
                <w:szCs w:val="16"/>
              </w:rPr>
              <w:t>Patent. Diffuse calcific atheroma with damped monophasic waveforms.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3623CE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3623CE">
              <w:rPr>
                <w:rFonts w:ascii="Arial" w:hAnsi="Arial" w:cs="Arial"/>
                <w:color w:val="808080"/>
                <w:sz w:val="16"/>
                <w:szCs w:val="16"/>
              </w:rPr>
              <w:t>Proximal Profunda Femoris: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3623CE" w:rsidRDefault="003623CE" w:rsidP="00AD4CCC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623CE">
              <w:rPr>
                <w:rFonts w:ascii="Arial" w:hAnsi="Arial"/>
                <w:bCs/>
                <w:sz w:val="16"/>
                <w:szCs w:val="16"/>
              </w:rPr>
              <w:t>Patent with reversed flow seen.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3623CE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3623CE">
              <w:rPr>
                <w:rFonts w:ascii="Arial" w:hAnsi="Arial" w:cs="Arial"/>
                <w:color w:val="808080"/>
                <w:sz w:val="16"/>
                <w:szCs w:val="16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3623CE" w:rsidRDefault="003623CE" w:rsidP="003623CE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623CE">
              <w:rPr>
                <w:rFonts w:ascii="Arial" w:hAnsi="Arial"/>
                <w:bCs/>
                <w:sz w:val="16"/>
                <w:szCs w:val="16"/>
              </w:rPr>
              <w:t>Patent. Mild calcific atheroma (&lt;50%) at origin with diffuse calcification throughout. Damped monophasic waveforms.</w:t>
            </w:r>
          </w:p>
        </w:tc>
      </w:tr>
      <w:tr w:rsidR="003623CE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23CE" w:rsidRPr="003623CE" w:rsidRDefault="003623CE" w:rsidP="003623CE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3623CE">
              <w:rPr>
                <w:rFonts w:ascii="Arial" w:hAnsi="Arial" w:cs="Arial"/>
                <w:color w:val="808080"/>
                <w:sz w:val="16"/>
                <w:szCs w:val="16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23CE" w:rsidRPr="003623CE" w:rsidRDefault="003623CE" w:rsidP="00AC553B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Patent. </w:t>
            </w:r>
            <w:r w:rsidR="00AC553B">
              <w:rPr>
                <w:rFonts w:ascii="Arial" w:hAnsi="Arial"/>
                <w:bCs/>
                <w:sz w:val="16"/>
                <w:szCs w:val="16"/>
              </w:rPr>
              <w:t>D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>iffuse calcification throughout. Damped monophasic waveforms.</w:t>
            </w:r>
          </w:p>
        </w:tc>
      </w:tr>
      <w:tr w:rsidR="003623CE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23CE" w:rsidRPr="003623CE" w:rsidRDefault="003623CE" w:rsidP="003623CE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3623CE">
              <w:rPr>
                <w:rFonts w:ascii="Arial" w:hAnsi="Arial" w:cs="Arial"/>
                <w:color w:val="808080"/>
                <w:sz w:val="16"/>
                <w:szCs w:val="16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23CE" w:rsidRDefault="003623CE" w:rsidP="003623CE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3 vessel </w:t>
            </w:r>
            <w:r w:rsidR="00AC553B">
              <w:rPr>
                <w:rFonts w:ascii="Arial" w:hAnsi="Arial"/>
                <w:bCs/>
                <w:sz w:val="16"/>
                <w:szCs w:val="16"/>
              </w:rPr>
              <w:t>run off seen to cross the ankle with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AC553B">
              <w:rPr>
                <w:rFonts w:ascii="Arial" w:hAnsi="Arial"/>
                <w:bCs/>
                <w:sz w:val="16"/>
                <w:szCs w:val="16"/>
              </w:rPr>
              <w:t>d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>amped monophasic waveforms</w:t>
            </w:r>
            <w:r w:rsidR="00AC553B">
              <w:rPr>
                <w:rFonts w:ascii="Arial" w:hAnsi="Arial"/>
                <w:bCs/>
                <w:sz w:val="16"/>
                <w:szCs w:val="16"/>
              </w:rPr>
              <w:t xml:space="preserve"> and dense calcification </w:t>
            </w:r>
            <w:r w:rsidRPr="003623CE">
              <w:rPr>
                <w:rFonts w:ascii="Arial" w:hAnsi="Arial"/>
                <w:bCs/>
                <w:sz w:val="16"/>
                <w:szCs w:val="16"/>
              </w:rPr>
              <w:t xml:space="preserve">throughout. </w:t>
            </w:r>
          </w:p>
          <w:p w:rsidR="003623CE" w:rsidRPr="003623CE" w:rsidRDefault="003623CE" w:rsidP="003623CE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3623CE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23CE" w:rsidRPr="003623CE" w:rsidRDefault="003623CE" w:rsidP="003623CE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3623CE">
              <w:rPr>
                <w:rFonts w:ascii="Arial" w:hAnsi="Arial"/>
                <w:color w:val="808080"/>
                <w:sz w:val="16"/>
                <w:szCs w:val="16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23CE" w:rsidRPr="003623CE" w:rsidRDefault="003623CE" w:rsidP="003623CE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3623CE">
              <w:rPr>
                <w:rFonts w:ascii="Arial" w:hAnsi="Arial" w:cs="Arial"/>
                <w:sz w:val="16"/>
                <w:szCs w:val="16"/>
              </w:rPr>
              <w:t xml:space="preserve">Robert James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1A8" w:rsidRDefault="009641A8">
      <w:r>
        <w:separator/>
      </w:r>
    </w:p>
  </w:endnote>
  <w:endnote w:type="continuationSeparator" w:id="0">
    <w:p w:rsidR="009641A8" w:rsidRDefault="0096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1A8" w:rsidRDefault="009641A8">
      <w:r>
        <w:separator/>
      </w:r>
    </w:p>
  </w:footnote>
  <w:footnote w:type="continuationSeparator" w:id="0">
    <w:p w:rsidR="009641A8" w:rsidRDefault="00964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AC553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A8"/>
    <w:rsid w:val="00042420"/>
    <w:rsid w:val="000432AB"/>
    <w:rsid w:val="00043F16"/>
    <w:rsid w:val="00082FF5"/>
    <w:rsid w:val="00086614"/>
    <w:rsid w:val="00091394"/>
    <w:rsid w:val="000A3239"/>
    <w:rsid w:val="00106CEB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30D4F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512C1"/>
    <w:rsid w:val="003623CE"/>
    <w:rsid w:val="00377319"/>
    <w:rsid w:val="00387E23"/>
    <w:rsid w:val="003A31C2"/>
    <w:rsid w:val="003B7DF9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B625A"/>
    <w:rsid w:val="005E5BC0"/>
    <w:rsid w:val="005F2B04"/>
    <w:rsid w:val="0063591E"/>
    <w:rsid w:val="0064526C"/>
    <w:rsid w:val="006571CF"/>
    <w:rsid w:val="00687CAB"/>
    <w:rsid w:val="00694581"/>
    <w:rsid w:val="006A4D8E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E0F05"/>
    <w:rsid w:val="007F000A"/>
    <w:rsid w:val="007F42AE"/>
    <w:rsid w:val="00845175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641A8"/>
    <w:rsid w:val="009725AE"/>
    <w:rsid w:val="009764F6"/>
    <w:rsid w:val="0098207E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553B"/>
    <w:rsid w:val="00AC7F98"/>
    <w:rsid w:val="00AD4CCC"/>
    <w:rsid w:val="00AE30A1"/>
    <w:rsid w:val="00AF27D7"/>
    <w:rsid w:val="00AF65F1"/>
    <w:rsid w:val="00B03316"/>
    <w:rsid w:val="00B46ED4"/>
    <w:rsid w:val="00B642B2"/>
    <w:rsid w:val="00B67AFA"/>
    <w:rsid w:val="00B93720"/>
    <w:rsid w:val="00BC1887"/>
    <w:rsid w:val="00C01F68"/>
    <w:rsid w:val="00C0220C"/>
    <w:rsid w:val="00C2200D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007C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86176"/>
    <w:rsid w:val="00E96ADB"/>
    <w:rsid w:val="00EB390A"/>
    <w:rsid w:val="00ED6EC7"/>
    <w:rsid w:val="00EE4D5D"/>
    <w:rsid w:val="00F17B3B"/>
    <w:rsid w:val="00F212E8"/>
    <w:rsid w:val="00F27A7E"/>
    <w:rsid w:val="00FA61EE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64552B1"/>
  <w15:chartTrackingRefBased/>
  <w15:docId w15:val="{4DB1B884-1A48-4C3E-9708-9615A632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RIGHT%20SIDE\Arterial%20R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Rt LEA</Template>
  <TotalTime>28</TotalTime>
  <Pages>1</Pages>
  <Words>208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4</cp:revision>
  <cp:lastPrinted>1900-01-01T00:00:00Z</cp:lastPrinted>
  <dcterms:created xsi:type="dcterms:W3CDTF">2020-08-12T07:42:00Z</dcterms:created>
  <dcterms:modified xsi:type="dcterms:W3CDTF">2020-08-14T08:38:00Z</dcterms:modified>
  <cp:category>Patient Report</cp:category>
</cp:coreProperties>
</file>